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98" w:rsidRDefault="00D93498" w:rsidP="00D641B8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4pt;height:50.85pt" o:ole="" fillcolor="window">
            <v:imagedata r:id="rId8" o:title=""/>
          </v:shape>
          <o:OLEObject Type="Embed" ProgID="Word.Picture.8" ShapeID="_x0000_i1025" DrawAspect="Content" ObjectID="_1829800587" r:id="rId9"/>
        </w:object>
      </w:r>
    </w:p>
    <w:p w:rsidR="002049B2" w:rsidRDefault="002049B2" w:rsidP="002049B2">
      <w:pPr>
        <w:jc w:val="right"/>
        <w:rPr>
          <w:sz w:val="24"/>
        </w:rPr>
      </w:pPr>
      <w:r>
        <w:t>ПРОЕКТ</w:t>
      </w:r>
    </w:p>
    <w:p w:rsidR="00D93498" w:rsidRDefault="00D93498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93498" w:rsidRDefault="000358EE" w:rsidP="00D93498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D93498">
        <w:rPr>
          <w:rFonts w:ascii="Times New Roman" w:hAnsi="Times New Roman"/>
          <w:b w:val="0"/>
          <w:spacing w:val="20"/>
        </w:rPr>
        <w:t>» СМОЛЕНСКОЙ ОБЛАСТИ</w:t>
      </w:r>
    </w:p>
    <w:p w:rsidR="00D93498" w:rsidRDefault="00D93498" w:rsidP="00D93498">
      <w:pPr>
        <w:pStyle w:val="af0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93498" w:rsidRDefault="00D93498" w:rsidP="00D93498">
      <w:pPr>
        <w:pStyle w:val="af2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93498" w:rsidRDefault="00D93498" w:rsidP="00D93498">
      <w:pPr>
        <w:pStyle w:val="af1"/>
        <w:ind w:left="0" w:firstLine="0"/>
      </w:pPr>
    </w:p>
    <w:p w:rsidR="00D93498" w:rsidRDefault="00D93498" w:rsidP="00D93498">
      <w:pPr>
        <w:pStyle w:val="af1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714A49">
        <w:rPr>
          <w:sz w:val="28"/>
        </w:rPr>
        <w:t xml:space="preserve"> _____________</w:t>
      </w:r>
      <w:r>
        <w:rPr>
          <w:sz w:val="28"/>
        </w:rPr>
        <w:t xml:space="preserve">№ </w:t>
      </w:r>
      <w:r w:rsidR="001069ED">
        <w:rPr>
          <w:sz w:val="28"/>
        </w:rPr>
        <w:t>_____________</w:t>
      </w:r>
      <w:r>
        <w:rPr>
          <w:sz w:val="28"/>
        </w:rPr>
        <w:t xml:space="preserve"> </w:t>
      </w:r>
    </w:p>
    <w:p w:rsidR="00D93498" w:rsidRPr="00F469B6" w:rsidRDefault="00D93498" w:rsidP="00D93498">
      <w:pPr>
        <w:pStyle w:val="af1"/>
        <w:ind w:left="0" w:firstLine="0"/>
        <w:jc w:val="both"/>
        <w:rPr>
          <w:sz w:val="16"/>
          <w:szCs w:val="16"/>
        </w:rPr>
      </w:pPr>
    </w:p>
    <w:tbl>
      <w:tblPr>
        <w:tblW w:w="9885" w:type="dxa"/>
        <w:tblInd w:w="108" w:type="dxa"/>
        <w:tblLayout w:type="fixed"/>
        <w:tblLook w:val="04A0"/>
      </w:tblPr>
      <w:tblGrid>
        <w:gridCol w:w="5103"/>
        <w:gridCol w:w="4782"/>
      </w:tblGrid>
      <w:tr w:rsidR="00D93498" w:rsidTr="00714A49">
        <w:tc>
          <w:tcPr>
            <w:tcW w:w="5103" w:type="dxa"/>
            <w:hideMark/>
          </w:tcPr>
          <w:p w:rsidR="00714A49" w:rsidRDefault="00714A49" w:rsidP="00714A49">
            <w:pPr>
              <w:pStyle w:val="af1"/>
              <w:ind w:left="-108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27.01.2025 № 73</w:t>
            </w:r>
          </w:p>
          <w:p w:rsidR="00714A49" w:rsidRDefault="00714A49" w:rsidP="00714A49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D93498" w:rsidRDefault="00D93498" w:rsidP="00B74E68">
            <w:pPr>
              <w:pStyle w:val="af1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714A49" w:rsidRDefault="00F469B6" w:rsidP="003C27FA">
      <w:pPr>
        <w:pStyle w:val="af1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="00714A49"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</w:t>
      </w:r>
      <w:r w:rsidR="00714A49">
        <w:rPr>
          <w:sz w:val="28"/>
          <w:szCs w:val="28"/>
        </w:rPr>
        <w:t>ого образования «</w:t>
      </w:r>
      <w:proofErr w:type="spellStart"/>
      <w:r w:rsidR="00714A49">
        <w:rPr>
          <w:sz w:val="28"/>
          <w:szCs w:val="28"/>
        </w:rPr>
        <w:t>Ярцевский</w:t>
      </w:r>
      <w:proofErr w:type="spellEnd"/>
      <w:r w:rsidR="00714A49">
        <w:rPr>
          <w:sz w:val="28"/>
          <w:szCs w:val="28"/>
        </w:rPr>
        <w:t xml:space="preserve"> муниципальный округ</w:t>
      </w:r>
      <w:r w:rsidR="00714A49" w:rsidRPr="00AB4DE5">
        <w:rPr>
          <w:sz w:val="28"/>
          <w:szCs w:val="28"/>
        </w:rPr>
        <w:t>» Смоленской области</w:t>
      </w:r>
      <w:r w:rsidR="00714A49" w:rsidRPr="00AB4DE5">
        <w:rPr>
          <w:color w:val="FF0000"/>
          <w:sz w:val="28"/>
          <w:szCs w:val="28"/>
        </w:rPr>
        <w:t xml:space="preserve"> </w:t>
      </w:r>
      <w:r w:rsidR="00714A49" w:rsidRPr="00AB4DE5">
        <w:rPr>
          <w:sz w:val="28"/>
          <w:szCs w:val="28"/>
        </w:rPr>
        <w:t xml:space="preserve">от </w:t>
      </w:r>
      <w:r w:rsidR="00714A49">
        <w:rPr>
          <w:sz w:val="28"/>
          <w:szCs w:val="28"/>
        </w:rPr>
        <w:t>07.03.2025 № 87</w:t>
      </w:r>
      <w:r w:rsidR="00714A49" w:rsidRPr="00AB4DE5">
        <w:rPr>
          <w:sz w:val="28"/>
          <w:szCs w:val="28"/>
        </w:rPr>
        <w:t xml:space="preserve"> «</w:t>
      </w:r>
      <w:proofErr w:type="gramStart"/>
      <w:r w:rsidR="00714A49" w:rsidRPr="00AB4DE5">
        <w:rPr>
          <w:sz w:val="28"/>
          <w:szCs w:val="28"/>
        </w:rPr>
        <w:t>Об</w:t>
      </w:r>
      <w:proofErr w:type="gramEnd"/>
      <w:r w:rsidR="00714A49" w:rsidRPr="00AB4DE5">
        <w:rPr>
          <w:sz w:val="28"/>
          <w:szCs w:val="28"/>
        </w:rPr>
        <w:t xml:space="preserve">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="00714A49" w:rsidRPr="00AB4DE5">
        <w:rPr>
          <w:sz w:val="28"/>
          <w:szCs w:val="28"/>
        </w:rPr>
        <w:t>проведения оценки эффективности</w:t>
      </w:r>
      <w:r w:rsidR="00714A49">
        <w:rPr>
          <w:sz w:val="28"/>
          <w:szCs w:val="28"/>
        </w:rPr>
        <w:t xml:space="preserve"> </w:t>
      </w:r>
      <w:r w:rsidR="00714A49" w:rsidRPr="00AB4DE5">
        <w:rPr>
          <w:sz w:val="28"/>
          <w:szCs w:val="28"/>
        </w:rPr>
        <w:t xml:space="preserve"> реализации  муниципальных программ</w:t>
      </w:r>
      <w:proofErr w:type="gramEnd"/>
      <w:r w:rsidR="00714A49" w:rsidRPr="00AB4DE5">
        <w:rPr>
          <w:sz w:val="28"/>
          <w:szCs w:val="28"/>
        </w:rPr>
        <w:t xml:space="preserve"> и создании комиссии»</w:t>
      </w:r>
      <w:r w:rsidR="00714A49">
        <w:rPr>
          <w:sz w:val="28"/>
          <w:szCs w:val="28"/>
        </w:rPr>
        <w:t xml:space="preserve"> </w:t>
      </w:r>
    </w:p>
    <w:p w:rsidR="00714A49" w:rsidRPr="004A1FD3" w:rsidRDefault="00714A49" w:rsidP="003C27FA">
      <w:pPr>
        <w:pStyle w:val="af1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714A49" w:rsidRDefault="00714A49" w:rsidP="003C27FA">
      <w:pPr>
        <w:pStyle w:val="af1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</w:t>
      </w:r>
      <w:r w:rsidR="00415E28">
        <w:rPr>
          <w:sz w:val="28"/>
          <w:szCs w:val="28"/>
        </w:rPr>
        <w:t>ого образования «</w:t>
      </w:r>
      <w:proofErr w:type="spellStart"/>
      <w:r w:rsidR="00415E28">
        <w:rPr>
          <w:sz w:val="28"/>
          <w:szCs w:val="28"/>
        </w:rPr>
        <w:t>Ярцевский</w:t>
      </w:r>
      <w:proofErr w:type="spellEnd"/>
      <w:r w:rsidR="00415E28">
        <w:rPr>
          <w:sz w:val="28"/>
          <w:szCs w:val="28"/>
        </w:rPr>
        <w:t xml:space="preserve"> муниципальный округ</w:t>
      </w:r>
      <w:r w:rsidRPr="00236121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236121">
        <w:rPr>
          <w:sz w:val="28"/>
          <w:szCs w:val="28"/>
        </w:rPr>
        <w:t xml:space="preserve">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714A49" w:rsidRPr="00693526" w:rsidRDefault="00714A49" w:rsidP="003C27FA">
      <w:pPr>
        <w:pStyle w:val="af1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714A49" w:rsidRDefault="00714A49" w:rsidP="003C27FA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постановление Администрации</w:t>
      </w:r>
      <w:r w:rsidRPr="003229B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="00C15472">
        <w:rPr>
          <w:sz w:val="28"/>
          <w:szCs w:val="28"/>
        </w:rPr>
        <w:t>го образования  «</w:t>
      </w:r>
      <w:proofErr w:type="spellStart"/>
      <w:r w:rsidR="00C15472">
        <w:rPr>
          <w:sz w:val="28"/>
          <w:szCs w:val="28"/>
        </w:rPr>
        <w:t>Ярцевский</w:t>
      </w:r>
      <w:proofErr w:type="spellEnd"/>
      <w:r w:rsidR="00C15472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>» Смоленской</w:t>
      </w:r>
      <w:r w:rsidRPr="0062467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от  27.01.2025  №  73 «</w:t>
      </w:r>
      <w:r w:rsidRPr="00BB526F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Демографическое развитие в</w:t>
      </w:r>
      <w:r>
        <w:rPr>
          <w:sz w:val="28"/>
          <w:szCs w:val="28"/>
          <w:lang w:eastAsia="en-US"/>
        </w:rPr>
        <w:t xml:space="preserve"> муниципальном образовании «</w:t>
      </w:r>
      <w:proofErr w:type="spellStart"/>
      <w:r>
        <w:rPr>
          <w:sz w:val="28"/>
          <w:szCs w:val="28"/>
          <w:lang w:eastAsia="en-US"/>
        </w:rPr>
        <w:t>Ярцевский</w:t>
      </w:r>
      <w:proofErr w:type="spellEnd"/>
      <w:r>
        <w:rPr>
          <w:sz w:val="28"/>
          <w:szCs w:val="28"/>
          <w:lang w:eastAsia="en-US"/>
        </w:rPr>
        <w:t xml:space="preserve"> муниципальный округ Смоленской области» </w:t>
      </w:r>
      <w:r>
        <w:rPr>
          <w:sz w:val="28"/>
          <w:szCs w:val="28"/>
        </w:rPr>
        <w:t>следующие изменения:</w:t>
      </w:r>
    </w:p>
    <w:p w:rsidR="00714A49" w:rsidRDefault="00714A49" w:rsidP="003C27FA">
      <w:pPr>
        <w:pStyle w:val="af1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</w:t>
      </w:r>
      <w:r w:rsidRPr="000B78EC">
        <w:rPr>
          <w:sz w:val="28"/>
          <w:szCs w:val="28"/>
        </w:rPr>
        <w:t xml:space="preserve"> строку «</w:t>
      </w:r>
      <w:r w:rsidRPr="000B78EC">
        <w:rPr>
          <w:rFonts w:eastAsia="Arial Unicode MS"/>
          <w:sz w:val="28"/>
          <w:szCs w:val="28"/>
        </w:rPr>
        <w:t xml:space="preserve">Объемы финансового обеспечения за </w:t>
      </w:r>
      <w:r>
        <w:rPr>
          <w:rFonts w:eastAsia="Arial Unicode MS"/>
          <w:sz w:val="28"/>
          <w:szCs w:val="28"/>
        </w:rPr>
        <w:t xml:space="preserve">2025 год </w:t>
      </w:r>
      <w:r w:rsidRPr="000B78EC">
        <w:rPr>
          <w:rFonts w:eastAsia="Arial Unicode MS"/>
          <w:sz w:val="28"/>
          <w:szCs w:val="28"/>
        </w:rPr>
        <w:t>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  <w:proofErr w:type="gramEnd"/>
    </w:p>
    <w:p w:rsidR="00D47908" w:rsidRPr="00D47908" w:rsidRDefault="00D47908" w:rsidP="00714A49">
      <w:pPr>
        <w:pStyle w:val="af1"/>
        <w:ind w:left="0" w:firstLine="709"/>
        <w:jc w:val="both"/>
        <w:rPr>
          <w:sz w:val="16"/>
          <w:szCs w:val="16"/>
        </w:rPr>
      </w:pPr>
    </w:p>
    <w:tbl>
      <w:tblPr>
        <w:tblStyle w:val="ad"/>
        <w:tblW w:w="9481" w:type="dxa"/>
        <w:tblLayout w:type="fixed"/>
        <w:tblLook w:val="04A0"/>
      </w:tblPr>
      <w:tblGrid>
        <w:gridCol w:w="2093"/>
        <w:gridCol w:w="7388"/>
      </w:tblGrid>
      <w:tr w:rsidR="00714A49" w:rsidRPr="003060F4" w:rsidTr="00D47908">
        <w:trPr>
          <w:trHeight w:val="1831"/>
        </w:trPr>
        <w:tc>
          <w:tcPr>
            <w:tcW w:w="2093" w:type="dxa"/>
            <w:vAlign w:val="center"/>
          </w:tcPr>
          <w:p w:rsidR="00714A49" w:rsidRPr="00713A7A" w:rsidRDefault="00714A49" w:rsidP="00714A49">
            <w:pPr>
              <w:rPr>
                <w:rFonts w:eastAsia="Arial Unicode MS"/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</w:t>
            </w:r>
            <w:r w:rsidRPr="00713A7A">
              <w:rPr>
                <w:sz w:val="24"/>
                <w:szCs w:val="24"/>
              </w:rPr>
              <w:lastRenderedPageBreak/>
              <w:t>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7388" w:type="dxa"/>
            <w:vAlign w:val="center"/>
          </w:tcPr>
          <w:p w:rsidR="00714A49" w:rsidRPr="00C8487D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lastRenderedPageBreak/>
              <w:t xml:space="preserve">Общий объем </w:t>
            </w:r>
            <w:r w:rsidRPr="00C8487D">
              <w:rPr>
                <w:sz w:val="24"/>
                <w:szCs w:val="24"/>
              </w:rPr>
              <w:t xml:space="preserve">финансирования составляет </w:t>
            </w:r>
            <w:r w:rsidR="001069ED" w:rsidRPr="001069ED">
              <w:rPr>
                <w:b/>
                <w:sz w:val="24"/>
                <w:szCs w:val="24"/>
              </w:rPr>
              <w:t>136 366 774,40</w:t>
            </w:r>
            <w:r w:rsidR="001069ED">
              <w:rPr>
                <w:sz w:val="24"/>
                <w:szCs w:val="24"/>
              </w:rPr>
              <w:t xml:space="preserve"> </w:t>
            </w:r>
            <w:r w:rsidRPr="00C8487D">
              <w:rPr>
                <w:sz w:val="24"/>
                <w:szCs w:val="24"/>
              </w:rPr>
              <w:t>рублей, из них: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2025 год –</w:t>
            </w:r>
            <w:r w:rsidR="003C27FA">
              <w:rPr>
                <w:b/>
                <w:sz w:val="24"/>
                <w:szCs w:val="24"/>
              </w:rPr>
              <w:t xml:space="preserve"> 3</w:t>
            </w:r>
            <w:r w:rsidR="0047434C">
              <w:rPr>
                <w:b/>
                <w:sz w:val="24"/>
                <w:szCs w:val="24"/>
              </w:rPr>
              <w:t xml:space="preserve">9 068 944,80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714A49" w:rsidRPr="003C27FA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="0047434C">
              <w:rPr>
                <w:sz w:val="24"/>
                <w:szCs w:val="24"/>
              </w:rPr>
              <w:t xml:space="preserve"> </w:t>
            </w:r>
            <w:r w:rsidR="0047434C" w:rsidRPr="003C27FA">
              <w:rPr>
                <w:sz w:val="24"/>
                <w:szCs w:val="24"/>
              </w:rPr>
              <w:t xml:space="preserve">38 179 594,80 </w:t>
            </w:r>
            <w:r w:rsidRPr="003C27FA">
              <w:rPr>
                <w:sz w:val="24"/>
                <w:szCs w:val="24"/>
              </w:rPr>
              <w:t>рублей;</w:t>
            </w:r>
          </w:p>
          <w:p w:rsidR="00714A49" w:rsidRDefault="00714A49" w:rsidP="00714A49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 xml:space="preserve">средства бюджета муниципального </w:t>
            </w:r>
            <w:r w:rsidR="002E12EB" w:rsidRPr="003C27FA">
              <w:rPr>
                <w:sz w:val="24"/>
                <w:szCs w:val="24"/>
              </w:rPr>
              <w:t>образования «</w:t>
            </w:r>
            <w:proofErr w:type="spellStart"/>
            <w:r w:rsidR="002E12EB" w:rsidRPr="003C27FA">
              <w:rPr>
                <w:sz w:val="24"/>
                <w:szCs w:val="24"/>
              </w:rPr>
              <w:t>Ярцевский</w:t>
            </w:r>
            <w:proofErr w:type="spellEnd"/>
            <w:r w:rsidR="002E12EB" w:rsidRPr="003C27FA">
              <w:rPr>
                <w:sz w:val="24"/>
                <w:szCs w:val="24"/>
              </w:rPr>
              <w:t xml:space="preserve"> </w:t>
            </w:r>
            <w:r w:rsidR="002E12EB" w:rsidRPr="003C27FA">
              <w:rPr>
                <w:sz w:val="24"/>
                <w:szCs w:val="24"/>
              </w:rPr>
              <w:lastRenderedPageBreak/>
              <w:t>муниципальный округ</w:t>
            </w:r>
            <w:r w:rsidRPr="003C27FA">
              <w:rPr>
                <w:sz w:val="24"/>
                <w:szCs w:val="24"/>
              </w:rPr>
              <w:t xml:space="preserve">»  </w:t>
            </w:r>
            <w:r w:rsidR="0047434C" w:rsidRPr="003C27FA">
              <w:rPr>
                <w:sz w:val="24"/>
                <w:szCs w:val="24"/>
              </w:rPr>
              <w:t>Смоленской области 889 350,00</w:t>
            </w:r>
            <w:r w:rsidR="0047434C">
              <w:rPr>
                <w:color w:val="FF0000"/>
                <w:sz w:val="24"/>
                <w:szCs w:val="24"/>
              </w:rPr>
              <w:t xml:space="preserve"> </w:t>
            </w:r>
            <w:r w:rsidRPr="003667D7">
              <w:rPr>
                <w:sz w:val="24"/>
                <w:szCs w:val="24"/>
              </w:rPr>
              <w:t>рублей;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8113D3">
              <w:rPr>
                <w:b/>
                <w:sz w:val="24"/>
                <w:szCs w:val="24"/>
              </w:rPr>
              <w:t xml:space="preserve"> год –</w:t>
            </w:r>
            <w:r w:rsidR="0047434C">
              <w:rPr>
                <w:b/>
                <w:sz w:val="24"/>
                <w:szCs w:val="24"/>
              </w:rPr>
              <w:t xml:space="preserve"> </w:t>
            </w:r>
            <w:r w:rsidR="0047434C" w:rsidRPr="001069ED">
              <w:rPr>
                <w:b/>
                <w:sz w:val="24"/>
                <w:szCs w:val="24"/>
              </w:rPr>
              <w:t>56 830 004,80</w:t>
            </w:r>
            <w:r w:rsidR="0047434C">
              <w:rPr>
                <w:sz w:val="24"/>
                <w:szCs w:val="24"/>
              </w:rPr>
              <w:t xml:space="preserve">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714A49" w:rsidRPr="003C27FA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="0047434C">
              <w:rPr>
                <w:sz w:val="24"/>
                <w:szCs w:val="24"/>
              </w:rPr>
              <w:t xml:space="preserve"> </w:t>
            </w:r>
            <w:r w:rsidR="0047434C" w:rsidRPr="003C27FA">
              <w:rPr>
                <w:sz w:val="24"/>
                <w:szCs w:val="24"/>
              </w:rPr>
              <w:t xml:space="preserve">56 830 004,80 </w:t>
            </w:r>
            <w:r w:rsidRPr="003C27FA">
              <w:rPr>
                <w:sz w:val="24"/>
                <w:szCs w:val="24"/>
              </w:rPr>
              <w:t>рублей;</w:t>
            </w:r>
          </w:p>
          <w:p w:rsidR="00714A49" w:rsidRDefault="00714A49" w:rsidP="00714A49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средства бюджета муниципального образования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 w:rsidR="002E12EB">
              <w:rPr>
                <w:sz w:val="24"/>
                <w:szCs w:val="24"/>
              </w:rPr>
              <w:t>Ярцевский</w:t>
            </w:r>
            <w:proofErr w:type="spellEnd"/>
            <w:r w:rsidR="002E12EB">
              <w:rPr>
                <w:sz w:val="24"/>
                <w:szCs w:val="24"/>
              </w:rPr>
              <w:t xml:space="preserve"> муниципальный округ»</w:t>
            </w:r>
            <w:r w:rsidR="002E12EB" w:rsidRPr="003667D7">
              <w:rPr>
                <w:sz w:val="24"/>
                <w:szCs w:val="24"/>
              </w:rPr>
              <w:t xml:space="preserve">  </w:t>
            </w:r>
            <w:r w:rsidR="001069ED">
              <w:rPr>
                <w:sz w:val="24"/>
                <w:szCs w:val="24"/>
              </w:rPr>
              <w:t xml:space="preserve">Смоленской области - 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</w:t>
            </w:r>
            <w:r w:rsidR="001069ED">
              <w:rPr>
                <w:b/>
                <w:sz w:val="24"/>
                <w:szCs w:val="24"/>
              </w:rPr>
              <w:t>7</w:t>
            </w:r>
            <w:r w:rsidRPr="008113D3">
              <w:rPr>
                <w:b/>
                <w:sz w:val="24"/>
                <w:szCs w:val="24"/>
              </w:rPr>
              <w:t xml:space="preserve"> год –</w:t>
            </w:r>
            <w:r w:rsidR="001069ED">
              <w:rPr>
                <w:b/>
                <w:sz w:val="24"/>
                <w:szCs w:val="24"/>
              </w:rPr>
              <w:t xml:space="preserve"> </w:t>
            </w:r>
            <w:r w:rsidR="001069ED" w:rsidRPr="001069ED">
              <w:rPr>
                <w:b/>
                <w:sz w:val="24"/>
                <w:szCs w:val="24"/>
              </w:rPr>
              <w:t xml:space="preserve">40 467 824,80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714A49" w:rsidRPr="003667D7" w:rsidRDefault="00714A49" w:rsidP="00714A49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="001069ED">
              <w:rPr>
                <w:sz w:val="24"/>
                <w:szCs w:val="24"/>
              </w:rPr>
              <w:t xml:space="preserve"> </w:t>
            </w:r>
            <w:r w:rsidR="001069ED" w:rsidRPr="0047434C">
              <w:rPr>
                <w:sz w:val="24"/>
                <w:szCs w:val="24"/>
              </w:rPr>
              <w:t>40 467 824,80</w:t>
            </w:r>
            <w:r w:rsidR="001069ED">
              <w:rPr>
                <w:sz w:val="24"/>
                <w:szCs w:val="24"/>
              </w:rPr>
              <w:t xml:space="preserve"> </w:t>
            </w:r>
            <w:r w:rsidRPr="003667D7">
              <w:rPr>
                <w:sz w:val="24"/>
                <w:szCs w:val="24"/>
              </w:rPr>
              <w:t>рублей;</w:t>
            </w:r>
          </w:p>
          <w:p w:rsidR="001069ED" w:rsidRPr="00713A7A" w:rsidRDefault="00714A49" w:rsidP="00D47908">
            <w:pPr>
              <w:rPr>
                <w:rFonts w:eastAsia="Arial Unicode MS"/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бюджета муниципального </w:t>
            </w:r>
            <w:r>
              <w:rPr>
                <w:sz w:val="24"/>
                <w:szCs w:val="24"/>
              </w:rPr>
              <w:t>образования «</w:t>
            </w:r>
            <w:proofErr w:type="spellStart"/>
            <w:r w:rsidR="002E12EB">
              <w:rPr>
                <w:sz w:val="24"/>
                <w:szCs w:val="24"/>
              </w:rPr>
              <w:t>Ярцевский</w:t>
            </w:r>
            <w:proofErr w:type="spellEnd"/>
            <w:r w:rsidR="002E12EB">
              <w:rPr>
                <w:sz w:val="24"/>
                <w:szCs w:val="24"/>
              </w:rPr>
              <w:t xml:space="preserve"> муниципальный округ»</w:t>
            </w:r>
            <w:r w:rsidR="00D47908">
              <w:rPr>
                <w:sz w:val="24"/>
                <w:szCs w:val="24"/>
              </w:rPr>
              <w:t xml:space="preserve"> Смоленской области</w:t>
            </w:r>
            <w:r w:rsidR="002E12EB" w:rsidRPr="003667D7">
              <w:rPr>
                <w:sz w:val="24"/>
                <w:szCs w:val="24"/>
              </w:rPr>
              <w:t xml:space="preserve">  </w:t>
            </w:r>
            <w:r w:rsidRPr="003667D7">
              <w:rPr>
                <w:sz w:val="24"/>
                <w:szCs w:val="24"/>
              </w:rPr>
              <w:t xml:space="preserve">-   </w:t>
            </w:r>
            <w:r>
              <w:rPr>
                <w:sz w:val="24"/>
                <w:szCs w:val="24"/>
              </w:rPr>
              <w:t>0,00</w:t>
            </w:r>
            <w:r w:rsidR="002E12EB">
              <w:rPr>
                <w:sz w:val="24"/>
                <w:szCs w:val="24"/>
              </w:rPr>
              <w:t xml:space="preserve"> рублей</w:t>
            </w:r>
            <w:r w:rsidR="00D47908">
              <w:rPr>
                <w:sz w:val="24"/>
                <w:szCs w:val="24"/>
              </w:rPr>
              <w:t>.</w:t>
            </w:r>
          </w:p>
        </w:tc>
      </w:tr>
    </w:tbl>
    <w:p w:rsidR="00714A49" w:rsidRDefault="00714A49" w:rsidP="00D47908">
      <w:pPr>
        <w:spacing w:line="240" w:lineRule="auto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ab/>
        <w:t xml:space="preserve">1.2. Раздел 4 </w:t>
      </w:r>
      <w:r w:rsidRPr="00CA6ACA">
        <w:rPr>
          <w:color w:val="000000"/>
          <w:spacing w:val="-4"/>
          <w:sz w:val="28"/>
          <w:szCs w:val="28"/>
        </w:rPr>
        <w:t>«</w:t>
      </w:r>
      <w:r w:rsidRPr="00CA6ACA">
        <w:rPr>
          <w:sz w:val="28"/>
          <w:szCs w:val="28"/>
        </w:rPr>
        <w:t>Финансовое обеспечение муниципальной программы»</w:t>
      </w:r>
      <w:r>
        <w:rPr>
          <w:sz w:val="28"/>
          <w:szCs w:val="28"/>
        </w:rPr>
        <w:t xml:space="preserve"> </w:t>
      </w:r>
      <w:r w:rsidRPr="00883AFE">
        <w:rPr>
          <w:color w:val="000000"/>
          <w:spacing w:val="-4"/>
          <w:sz w:val="28"/>
          <w:szCs w:val="28"/>
        </w:rPr>
        <w:t xml:space="preserve">изложить в </w:t>
      </w:r>
      <w:r>
        <w:rPr>
          <w:color w:val="000000"/>
          <w:spacing w:val="-4"/>
          <w:sz w:val="28"/>
          <w:szCs w:val="28"/>
        </w:rPr>
        <w:t xml:space="preserve">новой </w:t>
      </w:r>
      <w:r w:rsidRPr="00883AFE">
        <w:rPr>
          <w:color w:val="000000"/>
          <w:spacing w:val="-4"/>
          <w:sz w:val="28"/>
          <w:szCs w:val="28"/>
        </w:rPr>
        <w:t>редакции:</w:t>
      </w:r>
    </w:p>
    <w:p w:rsidR="00D47908" w:rsidRPr="00D47908" w:rsidRDefault="00D47908" w:rsidP="00D47908">
      <w:pPr>
        <w:spacing w:line="240" w:lineRule="auto"/>
        <w:jc w:val="both"/>
        <w:rPr>
          <w:color w:val="000000"/>
          <w:spacing w:val="-4"/>
          <w:sz w:val="16"/>
          <w:szCs w:val="16"/>
        </w:rPr>
      </w:pPr>
    </w:p>
    <w:tbl>
      <w:tblPr>
        <w:tblStyle w:val="11"/>
        <w:tblW w:w="4917" w:type="pct"/>
        <w:jc w:val="center"/>
        <w:tblLook w:val="04A0"/>
      </w:tblPr>
      <w:tblGrid>
        <w:gridCol w:w="1934"/>
        <w:gridCol w:w="1783"/>
        <w:gridCol w:w="2057"/>
        <w:gridCol w:w="1948"/>
        <w:gridCol w:w="1690"/>
      </w:tblGrid>
      <w:tr w:rsidR="00714A49" w:rsidRPr="001F6EFA" w:rsidTr="00D47908">
        <w:trPr>
          <w:tblHeader/>
          <w:jc w:val="center"/>
        </w:trPr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49" w:rsidRPr="002E4ED1" w:rsidRDefault="00714A49" w:rsidP="00714A49">
            <w:pPr>
              <w:ind w:firstLine="0"/>
              <w:jc w:val="center"/>
              <w:rPr>
                <w:sz w:val="24"/>
                <w:szCs w:val="24"/>
              </w:rPr>
            </w:pPr>
            <w:r w:rsidRPr="002E4ED1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49" w:rsidRDefault="00714A49" w:rsidP="00714A49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14A49" w:rsidRDefault="00714A49" w:rsidP="00714A49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14A49" w:rsidRPr="001F6EFA" w:rsidRDefault="00714A49" w:rsidP="00714A49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49" w:rsidRPr="001F6EFA" w:rsidRDefault="00714A49" w:rsidP="00714A49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47434C" w:rsidRPr="008113D3" w:rsidTr="00D47908">
        <w:trPr>
          <w:trHeight w:val="448"/>
          <w:tblHeader/>
          <w:jc w:val="center"/>
        </w:trPr>
        <w:tc>
          <w:tcPr>
            <w:tcW w:w="10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49" w:rsidRPr="00CB0F0E" w:rsidRDefault="00714A49" w:rsidP="00714A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49" w:rsidRDefault="00714A49" w:rsidP="00714A49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A49" w:rsidRPr="008113D3" w:rsidRDefault="00714A49" w:rsidP="00714A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714A49" w:rsidRPr="008113D3" w:rsidRDefault="00714A49" w:rsidP="00714A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714A49" w:rsidRPr="008113D3" w:rsidRDefault="00714A49" w:rsidP="00714A49">
            <w:pPr>
              <w:ind w:hanging="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</w:tr>
      <w:tr w:rsidR="0047434C" w:rsidTr="00D47908">
        <w:trPr>
          <w:trHeight w:val="70"/>
          <w:tblHeader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49" w:rsidRPr="00CB0F0E" w:rsidRDefault="00714A49" w:rsidP="00714A49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49" w:rsidRDefault="00714A49" w:rsidP="00714A49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A49" w:rsidRPr="00CB0F0E" w:rsidRDefault="00714A49" w:rsidP="00714A4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714A49" w:rsidRPr="00CB0F0E" w:rsidRDefault="00714A49" w:rsidP="00714A4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714A49" w:rsidRDefault="00714A49" w:rsidP="00714A49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7434C" w:rsidRPr="007118AB" w:rsidTr="00D47908">
        <w:trPr>
          <w:trHeight w:val="433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22" w:rsidRPr="001069ED" w:rsidRDefault="008E1222" w:rsidP="008E1222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i/>
                <w:sz w:val="22"/>
                <w:szCs w:val="22"/>
              </w:rPr>
              <w:t>Муниципальная программа  (всего)</w:t>
            </w:r>
            <w:r w:rsidRPr="001069ED">
              <w:rPr>
                <w:spacing w:val="-2"/>
                <w:sz w:val="22"/>
                <w:szCs w:val="22"/>
              </w:rPr>
              <w:t>,</w:t>
            </w:r>
          </w:p>
          <w:p w:rsidR="008E1222" w:rsidRPr="001069ED" w:rsidRDefault="008E1222" w:rsidP="008E1222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4C" w:rsidRDefault="0047434C" w:rsidP="0047434C">
            <w:pPr>
              <w:ind w:left="-108" w:firstLine="0"/>
              <w:rPr>
                <w:sz w:val="24"/>
                <w:szCs w:val="24"/>
              </w:rPr>
            </w:pPr>
          </w:p>
          <w:p w:rsidR="008E1222" w:rsidRPr="0047434C" w:rsidRDefault="0047434C" w:rsidP="0047434C">
            <w:pPr>
              <w:ind w:lef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E1222" w:rsidRPr="0047434C">
              <w:rPr>
                <w:sz w:val="24"/>
                <w:szCs w:val="24"/>
              </w:rPr>
              <w:t>136 366 774,40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222" w:rsidRPr="0047434C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47434C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47434C">
              <w:rPr>
                <w:sz w:val="24"/>
                <w:szCs w:val="24"/>
              </w:rPr>
              <w:t>39 068 944,80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8E1222" w:rsidRPr="0047434C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47434C">
              <w:rPr>
                <w:sz w:val="24"/>
                <w:szCs w:val="24"/>
              </w:rPr>
              <w:t>56 830 004,80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8E1222" w:rsidRPr="0047434C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47434C">
              <w:rPr>
                <w:sz w:val="24"/>
                <w:szCs w:val="24"/>
              </w:rPr>
              <w:t>40 467 824,80</w:t>
            </w:r>
          </w:p>
        </w:tc>
      </w:tr>
      <w:tr w:rsidR="0047434C" w:rsidRPr="007118AB" w:rsidTr="00D47908">
        <w:trPr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22" w:rsidRPr="001069ED" w:rsidRDefault="008E1222" w:rsidP="008E1222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22" w:rsidRPr="003C27FA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135 477 424,40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222" w:rsidRPr="003C27FA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38 179 594,80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8E1222" w:rsidRPr="003C27FA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56 830 004,80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8E1222" w:rsidRPr="003C27FA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40 467 824,80</w:t>
            </w:r>
          </w:p>
        </w:tc>
      </w:tr>
      <w:tr w:rsidR="0047434C" w:rsidRPr="007118AB" w:rsidTr="00D47908">
        <w:trPr>
          <w:trHeight w:val="460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22" w:rsidRPr="001069ED" w:rsidRDefault="008E1222" w:rsidP="008E1222">
            <w:pPr>
              <w:spacing w:line="230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22" w:rsidRPr="003C27FA" w:rsidRDefault="008E1222" w:rsidP="0047434C">
            <w:pPr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0,00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222" w:rsidRPr="003C27FA" w:rsidRDefault="008E1222" w:rsidP="0047434C">
            <w:pPr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0,00</w:t>
            </w:r>
          </w:p>
        </w:tc>
        <w:tc>
          <w:tcPr>
            <w:tcW w:w="1035" w:type="pct"/>
            <w:tcBorders>
              <w:left w:val="single" w:sz="4" w:space="0" w:color="auto"/>
            </w:tcBorders>
          </w:tcPr>
          <w:p w:rsidR="008E1222" w:rsidRPr="003C27FA" w:rsidRDefault="008E1222" w:rsidP="0047434C">
            <w:pPr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0,00</w:t>
            </w:r>
          </w:p>
        </w:tc>
        <w:tc>
          <w:tcPr>
            <w:tcW w:w="898" w:type="pct"/>
            <w:tcBorders>
              <w:left w:val="single" w:sz="4" w:space="0" w:color="auto"/>
            </w:tcBorders>
          </w:tcPr>
          <w:p w:rsidR="008E1222" w:rsidRPr="003C27FA" w:rsidRDefault="008E1222" w:rsidP="0047434C">
            <w:pPr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0,00</w:t>
            </w:r>
          </w:p>
        </w:tc>
      </w:tr>
      <w:tr w:rsidR="0047434C" w:rsidRPr="007118AB" w:rsidTr="00D47908">
        <w:trPr>
          <w:trHeight w:val="289"/>
          <w:jc w:val="center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22" w:rsidRPr="001069ED" w:rsidRDefault="008E1222" w:rsidP="008E1222">
            <w:pPr>
              <w:spacing w:line="256" w:lineRule="auto"/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муниципальный округ»  </w:t>
            </w:r>
            <w:r w:rsidR="00D47908"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889 350,00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ind w:firstLine="0"/>
              <w:jc w:val="center"/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889 350,00</w:t>
            </w:r>
          </w:p>
        </w:tc>
        <w:tc>
          <w:tcPr>
            <w:tcW w:w="1035" w:type="pct"/>
            <w:tcBorders>
              <w:left w:val="single" w:sz="4" w:space="0" w:color="auto"/>
            </w:tcBorders>
          </w:tcPr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0,00</w:t>
            </w:r>
          </w:p>
        </w:tc>
        <w:tc>
          <w:tcPr>
            <w:tcW w:w="898" w:type="pct"/>
            <w:tcBorders>
              <w:left w:val="single" w:sz="4" w:space="0" w:color="auto"/>
            </w:tcBorders>
          </w:tcPr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jc w:val="center"/>
              <w:rPr>
                <w:sz w:val="24"/>
                <w:szCs w:val="24"/>
              </w:rPr>
            </w:pPr>
          </w:p>
          <w:p w:rsidR="008E1222" w:rsidRPr="003C27FA" w:rsidRDefault="008E1222" w:rsidP="0047434C">
            <w:pPr>
              <w:rPr>
                <w:sz w:val="24"/>
                <w:szCs w:val="24"/>
              </w:rPr>
            </w:pPr>
            <w:r w:rsidRPr="003C27FA">
              <w:rPr>
                <w:sz w:val="24"/>
                <w:szCs w:val="24"/>
              </w:rPr>
              <w:t>0,00</w:t>
            </w:r>
          </w:p>
        </w:tc>
      </w:tr>
    </w:tbl>
    <w:p w:rsidR="00714A49" w:rsidRDefault="00714A49" w:rsidP="00D47908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1.3. Раздел «</w:t>
      </w:r>
      <w:r w:rsidRPr="00AD2A79">
        <w:rPr>
          <w:sz w:val="28"/>
          <w:szCs w:val="28"/>
        </w:rPr>
        <w:t>Финансирование структурных элементов муниципальной программы</w:t>
      </w:r>
      <w:r>
        <w:rPr>
          <w:sz w:val="28"/>
          <w:szCs w:val="28"/>
        </w:rPr>
        <w:t xml:space="preserve">» </w:t>
      </w:r>
      <w:r w:rsidRPr="00E14B5F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новой</w:t>
      </w:r>
      <w:r w:rsidRPr="00E14B5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 (прилагается).</w:t>
      </w:r>
    </w:p>
    <w:p w:rsidR="00D93498" w:rsidRPr="00BF358B" w:rsidRDefault="00714A49" w:rsidP="00D47908">
      <w:pPr>
        <w:tabs>
          <w:tab w:val="left" w:pos="0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3498">
        <w:rPr>
          <w:sz w:val="28"/>
          <w:szCs w:val="28"/>
        </w:rPr>
        <w:t xml:space="preserve">3. </w:t>
      </w:r>
      <w:r w:rsidR="00D93498"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D93498" w:rsidRPr="00BF358B">
        <w:rPr>
          <w:sz w:val="28"/>
          <w:szCs w:val="28"/>
        </w:rPr>
        <w:t>Привопья</w:t>
      </w:r>
      <w:proofErr w:type="spellEnd"/>
      <w:r w:rsidR="00D93498"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547858">
        <w:rPr>
          <w:sz w:val="28"/>
          <w:szCs w:val="28"/>
        </w:rPr>
        <w:t>ого образования «</w:t>
      </w:r>
      <w:proofErr w:type="spellStart"/>
      <w:r w:rsidR="00547858">
        <w:rPr>
          <w:sz w:val="28"/>
          <w:szCs w:val="28"/>
        </w:rPr>
        <w:t>Ярцевский</w:t>
      </w:r>
      <w:proofErr w:type="spellEnd"/>
      <w:r w:rsidR="00547858">
        <w:rPr>
          <w:sz w:val="28"/>
          <w:szCs w:val="28"/>
        </w:rPr>
        <w:t xml:space="preserve"> муниципальный округ</w:t>
      </w:r>
      <w:r w:rsidR="00D93498" w:rsidRPr="00BF358B">
        <w:rPr>
          <w:sz w:val="28"/>
          <w:szCs w:val="28"/>
        </w:rPr>
        <w:t>» Смоленской области (</w:t>
      </w:r>
      <w:proofErr w:type="spellStart"/>
      <w:r w:rsidR="00D93498" w:rsidRPr="00BF358B">
        <w:rPr>
          <w:sz w:val="28"/>
          <w:szCs w:val="28"/>
          <w:lang w:val="en-US"/>
        </w:rPr>
        <w:t>yarcevo</w:t>
      </w:r>
      <w:proofErr w:type="spellEnd"/>
      <w:r w:rsidR="00D93498" w:rsidRPr="00BF358B">
        <w:rPr>
          <w:sz w:val="28"/>
          <w:szCs w:val="28"/>
        </w:rPr>
        <w:t>.</w:t>
      </w:r>
      <w:r w:rsidR="00D93498" w:rsidRPr="00BF358B">
        <w:rPr>
          <w:sz w:val="28"/>
          <w:szCs w:val="28"/>
          <w:lang w:val="en-US"/>
        </w:rPr>
        <w:t>admin</w:t>
      </w:r>
      <w:r w:rsidR="00D93498" w:rsidRPr="00BF358B">
        <w:rPr>
          <w:sz w:val="28"/>
          <w:szCs w:val="28"/>
        </w:rPr>
        <w:t>-</w:t>
      </w:r>
      <w:proofErr w:type="spellStart"/>
      <w:r w:rsidR="00D93498" w:rsidRPr="00BF358B">
        <w:rPr>
          <w:sz w:val="28"/>
          <w:szCs w:val="28"/>
          <w:lang w:val="en-US"/>
        </w:rPr>
        <w:t>smolensk</w:t>
      </w:r>
      <w:proofErr w:type="spellEnd"/>
      <w:r w:rsidR="00D93498" w:rsidRPr="00BF358B">
        <w:rPr>
          <w:sz w:val="28"/>
          <w:szCs w:val="28"/>
        </w:rPr>
        <w:t>.</w:t>
      </w:r>
      <w:proofErr w:type="spellStart"/>
      <w:r w:rsidR="00D93498" w:rsidRPr="00BF358B">
        <w:rPr>
          <w:sz w:val="28"/>
          <w:szCs w:val="28"/>
          <w:lang w:val="en-US"/>
        </w:rPr>
        <w:t>ru</w:t>
      </w:r>
      <w:proofErr w:type="spellEnd"/>
      <w:r w:rsidR="00D93498" w:rsidRPr="00BF358B">
        <w:rPr>
          <w:sz w:val="28"/>
          <w:szCs w:val="28"/>
        </w:rPr>
        <w:t>).</w:t>
      </w:r>
    </w:p>
    <w:p w:rsidR="00D93498" w:rsidRPr="00BF358B" w:rsidRDefault="00366393" w:rsidP="00D47908">
      <w:pPr>
        <w:pStyle w:val="af1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498" w:rsidRPr="00BF358B">
        <w:rPr>
          <w:sz w:val="28"/>
          <w:szCs w:val="28"/>
        </w:rPr>
        <w:t xml:space="preserve">. </w:t>
      </w:r>
      <w:proofErr w:type="gramStart"/>
      <w:r w:rsidR="00D93498" w:rsidRPr="00BF358B">
        <w:rPr>
          <w:sz w:val="28"/>
          <w:szCs w:val="28"/>
        </w:rPr>
        <w:t>Контроль за</w:t>
      </w:r>
      <w:proofErr w:type="gramEnd"/>
      <w:r w:rsidR="00D93498" w:rsidRPr="00BF358B">
        <w:rPr>
          <w:sz w:val="28"/>
          <w:szCs w:val="28"/>
        </w:rPr>
        <w:t xml:space="preserve"> исполнением настоящего по</w:t>
      </w:r>
      <w:r w:rsidR="00D93498">
        <w:rPr>
          <w:sz w:val="28"/>
          <w:szCs w:val="28"/>
        </w:rPr>
        <w:t xml:space="preserve">становления возложить на </w:t>
      </w:r>
      <w:r w:rsidR="00D93498" w:rsidRPr="00BF358B">
        <w:rPr>
          <w:sz w:val="28"/>
          <w:szCs w:val="28"/>
        </w:rPr>
        <w:t xml:space="preserve"> заместителя Главы муниципального образовани</w:t>
      </w:r>
      <w:r w:rsidR="0047180A">
        <w:rPr>
          <w:sz w:val="28"/>
          <w:szCs w:val="28"/>
        </w:rPr>
        <w:t>я «</w:t>
      </w:r>
      <w:proofErr w:type="spellStart"/>
      <w:r w:rsidR="0047180A">
        <w:rPr>
          <w:sz w:val="28"/>
          <w:szCs w:val="28"/>
        </w:rPr>
        <w:t>Ярцевский</w:t>
      </w:r>
      <w:proofErr w:type="spellEnd"/>
      <w:r w:rsidR="0047180A">
        <w:rPr>
          <w:sz w:val="28"/>
          <w:szCs w:val="28"/>
        </w:rPr>
        <w:t xml:space="preserve"> муниципальный округ</w:t>
      </w:r>
      <w:r w:rsidR="00D93498" w:rsidRPr="00BF358B">
        <w:rPr>
          <w:sz w:val="28"/>
          <w:szCs w:val="28"/>
        </w:rPr>
        <w:t>» Смо</w:t>
      </w:r>
      <w:r w:rsidR="0047180A">
        <w:rPr>
          <w:sz w:val="28"/>
          <w:szCs w:val="28"/>
        </w:rPr>
        <w:t>ленской области Н.Н. Соловьеву</w:t>
      </w:r>
      <w:r w:rsidR="00D93498">
        <w:rPr>
          <w:sz w:val="28"/>
          <w:szCs w:val="28"/>
        </w:rPr>
        <w:t>.</w:t>
      </w:r>
    </w:p>
    <w:p w:rsidR="00D93498" w:rsidRPr="00BF358B" w:rsidRDefault="00D93498" w:rsidP="00D47908">
      <w:pPr>
        <w:pStyle w:val="af1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93498" w:rsidRDefault="00D93498" w:rsidP="00E962E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D47908" w:rsidRDefault="00AF1CBE" w:rsidP="00E962EA">
      <w:pPr>
        <w:pStyle w:val="af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D93498">
        <w:rPr>
          <w:sz w:val="28"/>
          <w:szCs w:val="28"/>
        </w:rPr>
        <w:t xml:space="preserve">» </w:t>
      </w:r>
    </w:p>
    <w:p w:rsidR="00D93498" w:rsidRDefault="00D93498" w:rsidP="00E962EA">
      <w:pPr>
        <w:pStyle w:val="af1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A7D24">
        <w:rPr>
          <w:sz w:val="28"/>
          <w:szCs w:val="28"/>
        </w:rPr>
        <w:t xml:space="preserve">    </w:t>
      </w:r>
      <w:r w:rsidR="00AF1CBE">
        <w:rPr>
          <w:sz w:val="28"/>
          <w:szCs w:val="28"/>
        </w:rPr>
        <w:t xml:space="preserve">                                     </w:t>
      </w:r>
      <w:r w:rsidR="002A7D24">
        <w:rPr>
          <w:sz w:val="28"/>
          <w:szCs w:val="28"/>
        </w:rPr>
        <w:t>Р.Н. Захаров</w:t>
      </w:r>
    </w:p>
    <w:p w:rsidR="00911297" w:rsidRDefault="00911297" w:rsidP="00FA0C81">
      <w:pPr>
        <w:jc w:val="center"/>
        <w:rPr>
          <w:b/>
          <w:sz w:val="28"/>
          <w:szCs w:val="28"/>
        </w:rPr>
        <w:sectPr w:rsidR="00911297" w:rsidSect="00911297">
          <w:head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FA0C81" w:rsidRPr="00B8591F" w:rsidRDefault="00D47908" w:rsidP="00FA0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</w:t>
      </w:r>
      <w:r w:rsidR="00FA0C81">
        <w:rPr>
          <w:b/>
          <w:sz w:val="28"/>
          <w:szCs w:val="28"/>
        </w:rPr>
        <w:t>инансирование</w:t>
      </w:r>
      <w:r w:rsidR="00FA0C81" w:rsidRPr="00B8591F">
        <w:rPr>
          <w:b/>
          <w:sz w:val="28"/>
          <w:szCs w:val="28"/>
        </w:rPr>
        <w:t xml:space="preserve"> структурных элементов </w:t>
      </w:r>
      <w:r w:rsidR="00FA0C81">
        <w:rPr>
          <w:b/>
          <w:sz w:val="28"/>
          <w:szCs w:val="28"/>
        </w:rPr>
        <w:t>муниципаль</w:t>
      </w:r>
      <w:r w:rsidR="00FA0C81" w:rsidRPr="00B8591F">
        <w:rPr>
          <w:b/>
          <w:sz w:val="28"/>
          <w:szCs w:val="28"/>
        </w:rPr>
        <w:t>ной программы</w:t>
      </w:r>
    </w:p>
    <w:p w:rsidR="00FA0C81" w:rsidRPr="00066329" w:rsidRDefault="00FA0C81" w:rsidP="00FA0C81">
      <w:pPr>
        <w:rPr>
          <w:sz w:val="28"/>
          <w:szCs w:val="28"/>
        </w:rPr>
      </w:pPr>
    </w:p>
    <w:p w:rsidR="00FA0C81" w:rsidRPr="00066329" w:rsidRDefault="00FA0C81" w:rsidP="00FA0C81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5276" w:type="dxa"/>
        <w:tblLayout w:type="fixed"/>
        <w:tblLook w:val="04A0"/>
      </w:tblPr>
      <w:tblGrid>
        <w:gridCol w:w="851"/>
        <w:gridCol w:w="4077"/>
        <w:gridCol w:w="2410"/>
        <w:gridCol w:w="1842"/>
        <w:gridCol w:w="1701"/>
        <w:gridCol w:w="1560"/>
        <w:gridCol w:w="1417"/>
        <w:gridCol w:w="1418"/>
      </w:tblGrid>
      <w:tr w:rsidR="00FA0C81" w:rsidRPr="00E950D5" w:rsidTr="00D47908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7C2565" w:rsidRDefault="00FA0C81" w:rsidP="00D47908">
            <w:pPr>
              <w:jc w:val="center"/>
            </w:pPr>
            <w:r w:rsidRPr="007C2565">
              <w:t xml:space="preserve">№ </w:t>
            </w:r>
            <w:proofErr w:type="spellStart"/>
            <w:proofErr w:type="gramStart"/>
            <w:r w:rsidRPr="007C2565">
              <w:t>п</w:t>
            </w:r>
            <w:proofErr w:type="spellEnd"/>
            <w:proofErr w:type="gramEnd"/>
            <w:r w:rsidRPr="007C2565">
              <w:t>/</w:t>
            </w:r>
            <w:proofErr w:type="spellStart"/>
            <w:r w:rsidRPr="007C2565">
              <w:t>п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7C2565" w:rsidRDefault="00FA0C81" w:rsidP="00D47908">
            <w:pPr>
              <w:jc w:val="center"/>
            </w:pPr>
            <w:r w:rsidRPr="007C2565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7C2565" w:rsidRDefault="00FA0C81" w:rsidP="00D47908">
            <w:pPr>
              <w:jc w:val="center"/>
            </w:pPr>
            <w:r w:rsidRPr="007C2565">
              <w:t xml:space="preserve">Участник муниципальной программы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7C2565" w:rsidRDefault="00FA0C81" w:rsidP="00D47908">
            <w:pPr>
              <w:jc w:val="center"/>
            </w:pPr>
            <w:r w:rsidRPr="007C2565">
              <w:t>Источник финансового обеспечения (расшифровать)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7C2565" w:rsidRDefault="00FA0C81" w:rsidP="00D47908">
            <w:pPr>
              <w:jc w:val="center"/>
            </w:pPr>
            <w:r w:rsidRPr="007C2565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A0C81" w:rsidRPr="00E950D5" w:rsidTr="00D47908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755CD3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A0C8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755CD3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A0C8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755CD3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A0C81">
              <w:rPr>
                <w:sz w:val="24"/>
                <w:szCs w:val="24"/>
              </w:rPr>
              <w:t xml:space="preserve"> г.</w:t>
            </w:r>
          </w:p>
        </w:tc>
      </w:tr>
      <w:tr w:rsidR="00FA0C81" w:rsidRPr="00E950D5" w:rsidTr="00D47908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FA0C81" w:rsidRPr="00E950D5" w:rsidTr="00D47908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4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2A51B9" w:rsidRDefault="00FA0C81" w:rsidP="00D47908">
            <w:pPr>
              <w:widowControl w:val="0"/>
              <w:autoSpaceDE w:val="0"/>
              <w:autoSpaceDN w:val="0"/>
              <w:adjustRightInd w:val="0"/>
              <w:ind w:right="395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>Комплекс процессных мероприятий  «Оказание мер социальной поддержки семьям с детьми»</w:t>
            </w:r>
          </w:p>
        </w:tc>
      </w:tr>
      <w:tr w:rsidR="00FA0C81" w:rsidRPr="00E950D5" w:rsidTr="00D47908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Информирование и консультирование граждан по вопросам предоставления мер социальной поддержки семьям с детьми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Отдел социальной защиты населения </w:t>
            </w:r>
            <w:proofErr w:type="gramStart"/>
            <w:r w:rsidRPr="001069ED">
              <w:rPr>
                <w:sz w:val="22"/>
                <w:szCs w:val="22"/>
              </w:rPr>
              <w:t>в</w:t>
            </w:r>
            <w:proofErr w:type="gramEnd"/>
            <w:r w:rsidRPr="001069ED">
              <w:rPr>
                <w:sz w:val="22"/>
                <w:szCs w:val="22"/>
              </w:rPr>
              <w:t xml:space="preserve"> 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согласованию)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15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Размещение наглядной агитации, направленной на повышение рождаемости, престижа семьи, ответственного </w:t>
            </w:r>
            <w:proofErr w:type="spellStart"/>
            <w:r w:rsidRPr="001069ED">
              <w:rPr>
                <w:sz w:val="22"/>
                <w:szCs w:val="22"/>
              </w:rPr>
              <w:t>родительства</w:t>
            </w:r>
            <w:proofErr w:type="spellEnd"/>
            <w:r w:rsidRPr="001069ED">
              <w:rPr>
                <w:sz w:val="22"/>
                <w:szCs w:val="22"/>
              </w:rPr>
              <w:t xml:space="preserve"> – в общественных местах на зданиях в городе.</w:t>
            </w: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Отдел социальной защиты населени</w:t>
            </w:r>
            <w:proofErr w:type="gramStart"/>
            <w:r w:rsidRPr="001069ED">
              <w:rPr>
                <w:sz w:val="22"/>
                <w:szCs w:val="22"/>
              </w:rPr>
              <w:t>я(</w:t>
            </w:r>
            <w:proofErr w:type="gramEnd"/>
            <w:r w:rsidRPr="001069ED">
              <w:rPr>
                <w:sz w:val="22"/>
                <w:szCs w:val="22"/>
              </w:rPr>
              <w:t>по согласованию)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hanging="75"/>
              <w:rPr>
                <w:sz w:val="22"/>
                <w:szCs w:val="22"/>
              </w:rPr>
            </w:pPr>
            <w:r w:rsidRPr="001069ED">
              <w:rPr>
                <w:rStyle w:val="afc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  <w:r w:rsidR="00573A96" w:rsidRPr="001069ED">
              <w:rPr>
                <w:rStyle w:val="afc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Управление </w:t>
            </w:r>
            <w:r w:rsidRPr="001069ED">
              <w:rPr>
                <w:rStyle w:val="afc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по градостроительной деятельности и земельным отношениям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9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color w:val="000000"/>
                <w:sz w:val="22"/>
                <w:szCs w:val="22"/>
              </w:rPr>
              <w:t>Использование социальной рекламы, средств массовой информации для систематической пропаганды, направленной на формирование ценности семьи с тремя и более детьми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</w:t>
            </w:r>
          </w:p>
          <w:p w:rsidR="00FA0C81" w:rsidRPr="001069ED" w:rsidRDefault="00FA0C81" w:rsidP="00D47908">
            <w:pPr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Организация и проведение диспансеризации населения  муниципальн</w:t>
            </w:r>
            <w:r w:rsidR="00573A96" w:rsidRPr="001069ED">
              <w:rPr>
                <w:sz w:val="22"/>
                <w:szCs w:val="22"/>
              </w:rPr>
              <w:t>ого образования «</w:t>
            </w:r>
            <w:proofErr w:type="spellStart"/>
            <w:r w:rsidR="00573A96" w:rsidRPr="001069ED">
              <w:rPr>
                <w:sz w:val="22"/>
                <w:szCs w:val="22"/>
              </w:rPr>
              <w:t>Ярцевский</w:t>
            </w:r>
            <w:proofErr w:type="spellEnd"/>
            <w:r w:rsidR="00573A96" w:rsidRPr="001069ED">
              <w:rPr>
                <w:sz w:val="22"/>
                <w:szCs w:val="22"/>
              </w:rPr>
              <w:t xml:space="preserve"> муниципальный округ»</w:t>
            </w:r>
            <w:r w:rsidRPr="001069ED">
              <w:rPr>
                <w:sz w:val="22"/>
                <w:szCs w:val="22"/>
              </w:rPr>
              <w:t xml:space="preserve"> Смоленской области</w:t>
            </w: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hanging="75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hanging="75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  больница»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hanging="75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Работа телефонной линии доверия по вопросам репродуктивного здоровья, планирования семьи, воспитания детей первых лет жизни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больница», 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 (по согласованию),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Субъекты системы профилактики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930FFB">
        <w:trPr>
          <w:trHeight w:val="1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ind w:right="67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Оказание межведомственной помощи несовершеннолетним матерям, профилактика отказов от новорожденных, социальное сопровождение  несовершеннолетних матерей, находящихся в трудной жизненной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67" w:hanging="351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    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</w:t>
            </w:r>
            <w:r w:rsidR="001069ED" w:rsidRPr="001069ED">
              <w:rPr>
                <w:sz w:val="22"/>
                <w:szCs w:val="22"/>
              </w:rPr>
              <w:t>цевская</w:t>
            </w:r>
            <w:proofErr w:type="spellEnd"/>
            <w:r w:rsidR="001069ED" w:rsidRPr="001069ED">
              <w:rPr>
                <w:sz w:val="22"/>
                <w:szCs w:val="22"/>
              </w:rPr>
              <w:t xml:space="preserve"> центральная больница», с</w:t>
            </w:r>
            <w:r w:rsidRPr="001069ED">
              <w:rPr>
                <w:sz w:val="22"/>
                <w:szCs w:val="22"/>
              </w:rPr>
              <w:t xml:space="preserve">убъекты системы профилактики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930F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</w:p>
        </w:tc>
      </w:tr>
      <w:tr w:rsidR="00FA0C81" w:rsidRPr="00C474AB" w:rsidTr="00D47908">
        <w:trPr>
          <w:trHeight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Проведение качественного наблюдения за   женщинами  в период беременности, родов и послеродовом  периоде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больница»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Предоставление гражданам, имеющим трех и более детей, земельного участка в собственность бесплатно</w:t>
            </w: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67" w:right="-76" w:hanging="142"/>
              <w:rPr>
                <w:rStyle w:val="afc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1069ED">
              <w:rPr>
                <w:rStyle w:val="afc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 Комитет по градостроительной деятельности и земельным отношениям, </w:t>
            </w:r>
          </w:p>
          <w:p w:rsidR="00FA0C81" w:rsidRPr="001069ED" w:rsidRDefault="00FA0C81" w:rsidP="00D47908">
            <w:pPr>
              <w:spacing w:line="240" w:lineRule="auto"/>
              <w:ind w:left="67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 Отдел социальной защиты населения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67" w:right="-76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22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Создание и развитие в дошкольных и общеобразовательных организациях консультационных центров, обеспечивающих получение родителями детей методической, психолого-педагогической, в том числе диагностической и консультативной помощи на безвозмездной основе.</w:t>
            </w: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755CD3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Управление </w:t>
            </w:r>
            <w:r w:rsidR="00FA0C81" w:rsidRPr="001069ED">
              <w:rPr>
                <w:sz w:val="22"/>
                <w:szCs w:val="22"/>
              </w:rPr>
              <w:t>по образованию и молодежной политике,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муниципальная служба медиации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2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1.10.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Организация медицинской помощи учащимся образовательных организаций с акцентом на профилактику, оздоровление и санитарно-гигиеническое просвещение.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Реализация мероприятий, направленных на формирование здорового образа жизни у детей и молодежи, внедрение </w:t>
            </w:r>
            <w:proofErr w:type="spellStart"/>
            <w:r w:rsidRPr="001069ED">
              <w:rPr>
                <w:sz w:val="22"/>
                <w:szCs w:val="22"/>
              </w:rPr>
              <w:t>здоровьесберегающих</w:t>
            </w:r>
            <w:proofErr w:type="spellEnd"/>
            <w:r w:rsidRPr="001069ED">
              <w:rPr>
                <w:sz w:val="22"/>
                <w:szCs w:val="22"/>
              </w:rPr>
              <w:t xml:space="preserve"> технологий и основ медицинских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больница»,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066329" w:rsidRDefault="00FA0C81" w:rsidP="00D479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1.11.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pStyle w:val="1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Выявление фактов жестокого обращения с детьми, с  передачей  информации  в  КДН и ЗП,  в органы опеки и попечительства, МО МВД России «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>».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Профилактическая работа, направленная на предупреждение случаев проявления</w:t>
            </w:r>
            <w:r w:rsidRPr="001069E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1069ED">
              <w:rPr>
                <w:sz w:val="22"/>
                <w:szCs w:val="22"/>
              </w:rPr>
              <w:t>жестокого обращения с детьми, насильственных методов воспитания.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Пропаганда </w:t>
            </w:r>
            <w:proofErr w:type="gramStart"/>
            <w:r w:rsidRPr="001069ED">
              <w:rPr>
                <w:sz w:val="22"/>
                <w:szCs w:val="22"/>
              </w:rPr>
              <w:t>ответственного</w:t>
            </w:r>
            <w:proofErr w:type="gramEnd"/>
            <w:r w:rsidRPr="001069ED">
              <w:rPr>
                <w:sz w:val="22"/>
                <w:szCs w:val="22"/>
              </w:rPr>
              <w:t xml:space="preserve"> </w:t>
            </w:r>
            <w:proofErr w:type="spellStart"/>
            <w:r w:rsidRPr="001069ED">
              <w:rPr>
                <w:sz w:val="22"/>
                <w:szCs w:val="22"/>
              </w:rPr>
              <w:t>родительства</w:t>
            </w:r>
            <w:proofErr w:type="spellEnd"/>
            <w:r w:rsidRPr="001069ED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больница»,</w:t>
            </w:r>
          </w:p>
          <w:p w:rsidR="00FA0C81" w:rsidRPr="001069ED" w:rsidRDefault="00755CD3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Управление </w:t>
            </w:r>
            <w:r w:rsidR="00FA0C81" w:rsidRPr="001069ED">
              <w:rPr>
                <w:sz w:val="22"/>
                <w:szCs w:val="22"/>
              </w:rPr>
              <w:t xml:space="preserve"> по образованию и молодежной политике,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КДН и ЗП,   отдел опеки и попечительства, МО МВД России «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>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C474AB" w:rsidTr="00D47908">
        <w:trPr>
          <w:trHeight w:val="6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066329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pStyle w:val="1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Проведение информационно-просветительских мероприятий по вопросам  содержания и воспитания несовершеннолетних,  работы с семьями, их сопровождения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ОГБУ</w:t>
            </w:r>
            <w:r w:rsidR="00E53F86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больница»,  </w:t>
            </w:r>
          </w:p>
          <w:p w:rsidR="00FA0C81" w:rsidRPr="001069ED" w:rsidRDefault="00755CD3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Управление </w:t>
            </w:r>
            <w:r w:rsidR="00FA0C81" w:rsidRPr="001069ED">
              <w:rPr>
                <w:sz w:val="22"/>
                <w:szCs w:val="22"/>
              </w:rPr>
              <w:t xml:space="preserve"> по образованию и молодежной политике,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КДН и ЗП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</w:t>
            </w:r>
            <w:r w:rsidRPr="001069E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D94EFB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Организация деятельности по своевременному обновлению районного банка данных семей, находящихся в социально опасном положении.</w:t>
            </w:r>
          </w:p>
          <w:p w:rsidR="00FA0C81" w:rsidRPr="001069ED" w:rsidRDefault="00FA0C81" w:rsidP="00D47908">
            <w:pPr>
              <w:pStyle w:val="a6"/>
              <w:spacing w:line="240" w:lineRule="auto"/>
              <w:ind w:right="13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b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</w:t>
            </w:r>
            <w:r w:rsidRPr="001069ED">
              <w:rPr>
                <w:b/>
                <w:sz w:val="22"/>
                <w:szCs w:val="22"/>
              </w:rPr>
              <w:t>),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опеки и попечительства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1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1.14.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Совершенствование межведомственного взаимодействия подведомственных организаций и учреждений по обмену информацией о детях и семьях, находящихся в трудной жизненной ситуации (кризисной) по их совместному сопровождению, оказанию психолого-педагогической, правовой, социальной помощи несовершеннолетним и их родителям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755CD3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82"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Управление </w:t>
            </w:r>
            <w:r w:rsidR="00FA0C81" w:rsidRPr="001069ED">
              <w:rPr>
                <w:sz w:val="22"/>
                <w:szCs w:val="22"/>
              </w:rPr>
              <w:t>по образованию и молодежной политике,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82"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субъекты системы профилактики,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b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</w:t>
            </w:r>
            <w:r w:rsidRPr="001069ED">
              <w:rPr>
                <w:b/>
                <w:sz w:val="22"/>
                <w:szCs w:val="22"/>
              </w:rPr>
              <w:t xml:space="preserve">), 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82" w:hanging="82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5248F5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Разработка и реализация комплекса мер по совершенствованию системы профилактики суицидального поведения среди несовершеннолетних</w:t>
            </w:r>
          </w:p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Субъекты системы профилактики 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31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1069ED">
              <w:rPr>
                <w:sz w:val="22"/>
                <w:szCs w:val="22"/>
              </w:rPr>
              <w:t xml:space="preserve">Организация  и создание условий для профессиональной </w:t>
            </w:r>
            <w:proofErr w:type="spellStart"/>
            <w:r w:rsidRPr="001069ED">
              <w:rPr>
                <w:sz w:val="22"/>
                <w:szCs w:val="22"/>
              </w:rPr>
              <w:t>реадаптации</w:t>
            </w:r>
            <w:proofErr w:type="spellEnd"/>
            <w:r w:rsidRPr="001069ED">
              <w:rPr>
                <w:sz w:val="22"/>
                <w:szCs w:val="22"/>
              </w:rPr>
              <w:t xml:space="preserve">, трудоустройства на работу, повышения квалификации, профессионального обучения  женщин, имеющих малолетних детей и желающих продолжать трудовую деятельность; оказание содействия в трудоустройстве на условиях неполной занятости, развитие дистанционных и надомных форм занятости многодетных родителей и родителей, воспитывающих детей-инвалидов, усыновителей. </w:t>
            </w:r>
            <w:proofErr w:type="gramEnd"/>
          </w:p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CD3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rStyle w:val="afc"/>
                <w:b w:val="0"/>
                <w:sz w:val="22"/>
                <w:szCs w:val="22"/>
              </w:rPr>
            </w:pPr>
            <w:r w:rsidRPr="001069ED">
              <w:rPr>
                <w:rStyle w:val="afc"/>
                <w:b w:val="0"/>
                <w:sz w:val="22"/>
                <w:szCs w:val="22"/>
              </w:rPr>
              <w:t>СОГКУ "Центр занятости населения</w:t>
            </w:r>
            <w:proofErr w:type="gramStart"/>
            <w:r w:rsidRPr="001069ED">
              <w:rPr>
                <w:rStyle w:val="afc"/>
                <w:b w:val="0"/>
                <w:sz w:val="22"/>
                <w:szCs w:val="22"/>
              </w:rPr>
              <w:t xml:space="preserve"> </w:t>
            </w:r>
            <w:r w:rsidR="00755CD3" w:rsidRPr="001069ED">
              <w:rPr>
                <w:rStyle w:val="afc"/>
                <w:b w:val="0"/>
                <w:sz w:val="22"/>
                <w:szCs w:val="22"/>
              </w:rPr>
              <w:t>,</w:t>
            </w:r>
            <w:proofErr w:type="gramEnd"/>
            <w:r w:rsidR="00755CD3" w:rsidRPr="001069ED">
              <w:rPr>
                <w:rStyle w:val="afc"/>
                <w:b w:val="0"/>
                <w:sz w:val="22"/>
                <w:szCs w:val="22"/>
              </w:rPr>
              <w:t xml:space="preserve"> 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 (по согласованию),</w:t>
            </w:r>
          </w:p>
          <w:p w:rsidR="00FA0C81" w:rsidRPr="001069ED" w:rsidRDefault="00E20816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Управление</w:t>
            </w:r>
            <w:r w:rsidR="00FA0C81" w:rsidRPr="001069ED">
              <w:rPr>
                <w:sz w:val="22"/>
                <w:szCs w:val="22"/>
              </w:rPr>
              <w:t xml:space="preserve"> по образованию и молодежной политике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5248F5" w:rsidRDefault="00FA0C81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930FFB">
        <w:trPr>
          <w:trHeight w:val="1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Создание условий для осуществления трудовой деятельности женщин, включая достижение (обеспечение) 100-процентной доступности дошкольного образования для детей в возрасте до трех лет на территории муниципальн</w:t>
            </w:r>
            <w:r w:rsidR="00573A96" w:rsidRPr="001069ED">
              <w:rPr>
                <w:sz w:val="22"/>
                <w:szCs w:val="22"/>
              </w:rPr>
              <w:t>ого образования «</w:t>
            </w:r>
            <w:proofErr w:type="spellStart"/>
            <w:r w:rsidR="00573A96" w:rsidRPr="001069ED">
              <w:rPr>
                <w:sz w:val="22"/>
                <w:szCs w:val="22"/>
              </w:rPr>
              <w:t>Ярцевский</w:t>
            </w:r>
            <w:proofErr w:type="spellEnd"/>
            <w:r w:rsidR="00573A96" w:rsidRPr="001069ED">
              <w:rPr>
                <w:sz w:val="22"/>
                <w:szCs w:val="22"/>
              </w:rPr>
              <w:t xml:space="preserve"> муниципальный округ</w:t>
            </w:r>
            <w:r w:rsidRPr="001069ED">
              <w:rPr>
                <w:sz w:val="22"/>
                <w:szCs w:val="22"/>
              </w:rPr>
              <w:t>» Смоленской области</w:t>
            </w:r>
          </w:p>
          <w:p w:rsidR="00FA0C81" w:rsidRPr="001069ED" w:rsidRDefault="00FA0C81" w:rsidP="00D47908">
            <w:pPr>
              <w:pStyle w:val="aff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CD3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  <w:r w:rsidRPr="001069ED">
              <w:rPr>
                <w:rStyle w:val="afc"/>
                <w:b w:val="0"/>
                <w:sz w:val="22"/>
                <w:szCs w:val="22"/>
              </w:rPr>
              <w:t>СОГКУ "Центр занятости населения</w:t>
            </w:r>
            <w:proofErr w:type="gramStart"/>
            <w:r w:rsidRPr="001069ED">
              <w:rPr>
                <w:rStyle w:val="afc"/>
                <w:b w:val="0"/>
                <w:sz w:val="22"/>
                <w:szCs w:val="22"/>
              </w:rPr>
              <w:t xml:space="preserve"> </w:t>
            </w:r>
            <w:r w:rsidR="00755CD3" w:rsidRPr="001069ED">
              <w:rPr>
                <w:rStyle w:val="afc"/>
                <w:b w:val="0"/>
                <w:sz w:val="22"/>
                <w:szCs w:val="22"/>
              </w:rPr>
              <w:t>,</w:t>
            </w:r>
            <w:proofErr w:type="gramEnd"/>
            <w:r w:rsidR="00755CD3" w:rsidRPr="001069ED">
              <w:rPr>
                <w:rStyle w:val="afc"/>
                <w:b w:val="0"/>
                <w:sz w:val="22"/>
                <w:szCs w:val="22"/>
              </w:rPr>
              <w:t xml:space="preserve"> </w:t>
            </w:r>
            <w:r w:rsidRPr="001069ED">
              <w:rPr>
                <w:sz w:val="22"/>
                <w:szCs w:val="22"/>
              </w:rPr>
              <w:t xml:space="preserve">Отдел социальной защиты населения 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согласованию)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rPr>
                <w:rStyle w:val="afc"/>
                <w:b w:val="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5248F5" w:rsidRDefault="00FA0C81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9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1.18.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Информирование и консультирование граждан по вопросам предоставления мер социальной поддержки семьям с детьми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 (по согласованию)</w:t>
            </w:r>
          </w:p>
          <w:p w:rsidR="00E53F86" w:rsidRPr="001069ED" w:rsidRDefault="00E53F86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</w:p>
          <w:p w:rsidR="00E53F86" w:rsidRPr="001069ED" w:rsidRDefault="00E53F86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5248F5" w:rsidRDefault="00FA0C81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25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Организация и проведение совещаний, "круглых столов и других общественных встреч по проблемам демографической политики. 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Размещение рекламно-информационных материалов в СМИ, направленных на сохранение семейных ценностей, поддержку материнства и детства, создание позитивного образа многодетной семьи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Администрация,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Субъекты системы профилактики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5248F5" w:rsidRDefault="00FA0C81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color w:val="2D2D2D"/>
                <w:sz w:val="22"/>
                <w:szCs w:val="22"/>
              </w:rPr>
              <w:t xml:space="preserve"> </w:t>
            </w:r>
            <w:r w:rsidRPr="001069ED">
              <w:rPr>
                <w:sz w:val="22"/>
                <w:szCs w:val="22"/>
              </w:rPr>
              <w:t>Информационное обеспечение: подготовка материалов в СМИ, изготовление печатной продукции, наружной рекламы по проблемам демографической политики.</w:t>
            </w:r>
          </w:p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Организация работы с родителями (законными представителями), общешкольных и городских родительских собраний с целью разъяснения им методов обеспечения защиты детей в информационно-телекоммуникационной сети «Интернет»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1069ED" w:rsidRDefault="00FA0C81" w:rsidP="00D47908">
            <w:pPr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Субъекты системы профилактики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5248F5" w:rsidRDefault="00FA0C81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1.21.</w:t>
            </w:r>
          </w:p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Назначение и выплата денежных средств на содержание несовершеннолетних, находящихся под опекой (попечительством)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E20816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Управление</w:t>
            </w:r>
            <w:r w:rsidR="00FA0C81" w:rsidRPr="001069ED">
              <w:rPr>
                <w:sz w:val="22"/>
                <w:szCs w:val="22"/>
              </w:rPr>
              <w:t xml:space="preserve"> по образованию и молодежной политике, МКУ ЦБ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48 785 292</w:t>
            </w:r>
            <w:r w:rsidR="00CC3CA4" w:rsidRPr="00D47908"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3C27FA" w:rsidP="00D47908">
            <w:r>
              <w:t>14 981</w:t>
            </w:r>
            <w:r w:rsidR="00E53F86" w:rsidRPr="00D47908">
              <w:t> 764</w:t>
            </w:r>
            <w:r w:rsidR="005248F5" w:rsidRPr="00D47908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16 901 764</w:t>
            </w:r>
            <w:r w:rsidR="00EC664A" w:rsidRPr="00D4790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16 901 764</w:t>
            </w:r>
            <w:r w:rsidR="00EC664A" w:rsidRPr="00D47908">
              <w:t>,00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Назначение и выплата денежных средств на содержание несовершеннолетних, находящихся на воспитании в приемных семьях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E20816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Управление </w:t>
            </w:r>
            <w:r w:rsidR="00FA0C81" w:rsidRPr="001069ED">
              <w:rPr>
                <w:sz w:val="22"/>
                <w:szCs w:val="22"/>
              </w:rPr>
              <w:t xml:space="preserve"> по образованию и молодежной политике, МКУ ЦБ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9 309 502,4</w:t>
            </w:r>
            <w:r w:rsidR="00CC3CA4" w:rsidRPr="00D47908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2 836 500,8</w:t>
            </w:r>
            <w:r w:rsidR="005248F5" w:rsidRPr="00D47908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3 236 500,8</w:t>
            </w:r>
            <w:r w:rsidR="00EC664A" w:rsidRPr="00D47908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3 236 500,8</w:t>
            </w:r>
            <w:r w:rsidR="00EC664A" w:rsidRPr="00D47908">
              <w:t>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Назначение и выплата денежного вознаграждения приемным родителям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E20816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Управление </w:t>
            </w:r>
            <w:r w:rsidR="00FA0C81" w:rsidRPr="001069ED">
              <w:rPr>
                <w:sz w:val="22"/>
                <w:szCs w:val="22"/>
              </w:rPr>
              <w:t xml:space="preserve">по образованию и молодежной политике,  </w:t>
            </w:r>
            <w:r w:rsidR="00FA0C81" w:rsidRPr="001069ED">
              <w:rPr>
                <w:sz w:val="22"/>
                <w:szCs w:val="22"/>
              </w:rPr>
              <w:lastRenderedPageBreak/>
              <w:t>МКУ ЦБ</w:t>
            </w:r>
          </w:p>
          <w:p w:rsidR="00FA0C81" w:rsidRPr="001069ED" w:rsidRDefault="00FA0C81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lastRenderedPageBreak/>
              <w:t>Областной бюджет</w:t>
            </w:r>
          </w:p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lastRenderedPageBreak/>
              <w:t>2 947 68</w:t>
            </w:r>
            <w:r w:rsidR="00CC3CA4" w:rsidRPr="00D4790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E53F86" w:rsidP="00D47908">
            <w:pPr>
              <w:jc w:val="center"/>
            </w:pPr>
            <w:r w:rsidRPr="00D47908">
              <w:t>880 560</w:t>
            </w:r>
            <w:r w:rsidR="005248F5" w:rsidRPr="00D47908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4F5DCF" w:rsidP="00D47908">
            <w:pPr>
              <w:jc w:val="center"/>
            </w:pPr>
            <w:r w:rsidRPr="00D47908">
              <w:t>1 033 56</w:t>
            </w:r>
            <w:r w:rsidR="00EC664A" w:rsidRPr="00D4790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4F5DCF" w:rsidP="00D47908">
            <w:pPr>
              <w:jc w:val="center"/>
            </w:pPr>
            <w:r w:rsidRPr="00D47908">
              <w:t>1 033 56</w:t>
            </w:r>
            <w:r w:rsidR="00EC664A" w:rsidRPr="00D47908">
              <w:t>0,00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1.24.</w:t>
            </w: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Обеспечение детей-сирот и детей, оставшихся без попечения родителей жилыми помещениями</w:t>
            </w: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Администрация,</w:t>
            </w:r>
          </w:p>
          <w:p w:rsidR="00FA0C81" w:rsidRPr="001069ED" w:rsidRDefault="00573A96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Управление </w:t>
            </w:r>
            <w:r w:rsidR="00FA0C81" w:rsidRPr="001069ED">
              <w:rPr>
                <w:sz w:val="22"/>
                <w:szCs w:val="22"/>
              </w:rPr>
              <w:t xml:space="preserve"> по имуществу</w:t>
            </w: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jc w:val="both"/>
              <w:rPr>
                <w:sz w:val="22"/>
                <w:szCs w:val="22"/>
              </w:rPr>
            </w:pPr>
          </w:p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66" w:hanging="21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7" w:firstLine="67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Областной  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3C27FA" w:rsidP="00D47908">
            <w:pPr>
              <w:jc w:val="center"/>
            </w:pPr>
            <w:r>
              <w:t>74 43</w:t>
            </w:r>
            <w:r w:rsidR="004F5DCF" w:rsidRPr="00D47908">
              <w:t>4 95</w:t>
            </w:r>
            <w:r w:rsidR="0078583A" w:rsidRPr="00D4790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4F5DCF" w:rsidP="00D47908">
            <w:pPr>
              <w:jc w:val="center"/>
            </w:pPr>
            <w:r w:rsidRPr="00D47908">
              <w:t>19 480 77</w:t>
            </w:r>
            <w:r w:rsidR="005248F5" w:rsidRPr="00D4790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4F5DCF" w:rsidP="00D47908">
            <w:pPr>
              <w:jc w:val="center"/>
            </w:pPr>
            <w:r w:rsidRPr="00D47908">
              <w:t>35 658 18</w:t>
            </w:r>
            <w:r w:rsidR="0078583A" w:rsidRPr="00D4790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D47908" w:rsidRDefault="0078583A" w:rsidP="00D47908">
            <w:pPr>
              <w:jc w:val="center"/>
            </w:pPr>
            <w:r w:rsidRPr="00D47908">
              <w:t>19 296 000,00</w:t>
            </w:r>
          </w:p>
        </w:tc>
      </w:tr>
      <w:tr w:rsidR="00FA0C81" w:rsidRPr="00066329" w:rsidTr="00D47908">
        <w:trPr>
          <w:trHeight w:val="53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Default="00FA0C81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1069ED" w:rsidRDefault="00FA0C81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75" w:right="-76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C81" w:rsidRPr="005248F5" w:rsidRDefault="00FA0C81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7" w:firstLine="67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Федеральный 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632D8" w:rsidRDefault="00FA0C81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81" w:rsidRPr="00CC3CA4" w:rsidRDefault="00FA0C81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CC3CA4" w:rsidRPr="00066329" w:rsidTr="00D47908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CA4" w:rsidRDefault="00CC3CA4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Проведение  ремонта жилых помещений, принадлежащих на праве собственности  детям-сиротам и детям, оставшимся без попечения родителей,  лицам  из их числа</w:t>
            </w:r>
          </w:p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1069ED" w:rsidRDefault="00CC3CA4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124" w:right="-76" w:firstLine="141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Администрация,</w:t>
            </w:r>
          </w:p>
          <w:p w:rsidR="00CC3CA4" w:rsidRPr="001069ED" w:rsidRDefault="00CC3CA4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firstLine="17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Управление по имуществу, Управление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5248F5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Областной     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Default="00CC3CA4" w:rsidP="00D47908">
            <w:pPr>
              <w:jc w:val="center"/>
            </w:pPr>
            <w:r>
              <w:t>0,00</w:t>
            </w:r>
          </w:p>
          <w:p w:rsidR="00CC3CA4" w:rsidRPr="00096DE2" w:rsidRDefault="00CC3CA4" w:rsidP="00D4790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Default="00CC3CA4" w:rsidP="00D47908">
            <w:pPr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 xml:space="preserve">         0,00</w:t>
            </w:r>
          </w:p>
          <w:p w:rsidR="00CC3CA4" w:rsidRPr="00CC3CA4" w:rsidRDefault="00CC3CA4" w:rsidP="00D47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Default="00CC3CA4" w:rsidP="00D47908">
            <w:pPr>
              <w:jc w:val="center"/>
              <w:rPr>
                <w:sz w:val="22"/>
                <w:szCs w:val="22"/>
              </w:rPr>
            </w:pPr>
          </w:p>
          <w:p w:rsidR="00CC3CA4" w:rsidRDefault="00CC3CA4" w:rsidP="00D47908">
            <w:pPr>
              <w:jc w:val="center"/>
              <w:rPr>
                <w:sz w:val="22"/>
                <w:szCs w:val="22"/>
              </w:rPr>
            </w:pPr>
          </w:p>
          <w:p w:rsidR="00CC3CA4" w:rsidRDefault="00CC3CA4" w:rsidP="00D47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Default="00CC3CA4" w:rsidP="00D47908">
            <w:pPr>
              <w:jc w:val="center"/>
              <w:rPr>
                <w:sz w:val="22"/>
                <w:szCs w:val="22"/>
              </w:rPr>
            </w:pPr>
          </w:p>
          <w:p w:rsidR="00CC3CA4" w:rsidRDefault="00CC3CA4" w:rsidP="00D47908">
            <w:pPr>
              <w:jc w:val="center"/>
              <w:rPr>
                <w:sz w:val="22"/>
                <w:szCs w:val="22"/>
              </w:rPr>
            </w:pPr>
          </w:p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C3CA4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CA4" w:rsidRDefault="00CC3CA4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CA4" w:rsidRPr="001069ED" w:rsidRDefault="00CC3CA4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Подбор и подготовка кандидатов в опекуны, приемные родители, усыновители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опеки и попечительства Управления  по образованию и молодежной политике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5248F5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632D8" w:rsidRDefault="00CC3CA4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CC3CA4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CA4" w:rsidRDefault="00CC3CA4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8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Информирование граждан о детях, оставшихся без попечения родителей и подлежащих устройству в семью, </w:t>
            </w:r>
            <w:r w:rsidRPr="001069ED">
              <w:rPr>
                <w:rStyle w:val="FontStyle28"/>
                <w:szCs w:val="22"/>
              </w:rPr>
              <w:t>формах, процедурах и правилах приема детей на воспитание</w:t>
            </w:r>
          </w:p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28"/>
                <w:szCs w:val="22"/>
              </w:rPr>
            </w:pPr>
          </w:p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1069ED" w:rsidRDefault="00CC3CA4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Управление по образованию и молодежной политике</w:t>
            </w:r>
          </w:p>
          <w:p w:rsidR="00CC3CA4" w:rsidRPr="001069ED" w:rsidRDefault="00CC3CA4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  <w:p w:rsidR="00CC3CA4" w:rsidRPr="001069ED" w:rsidRDefault="00CC3CA4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-124" w:right="-76" w:firstLine="141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5248F5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CC3CA4" w:rsidRPr="00066329" w:rsidTr="00D47908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CA4" w:rsidRDefault="00CC3CA4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Оказание семьям, находящимся в социально опасном положении, медицинской, правовой,  психолого-педагогической и материальной помощи.</w:t>
            </w:r>
          </w:p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Работа муниципальной службы медиации с семьями и детьми, подростками (по обращениям)</w:t>
            </w:r>
          </w:p>
          <w:p w:rsidR="00CC3CA4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Субъекты системы профилактики,</w:t>
            </w:r>
          </w:p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муниципальная служба медиации</w:t>
            </w:r>
          </w:p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5248F5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CC3CA4" w:rsidRDefault="00CC3CA4" w:rsidP="00D47908">
            <w:pPr>
              <w:jc w:val="center"/>
              <w:rPr>
                <w:sz w:val="22"/>
                <w:szCs w:val="22"/>
              </w:rPr>
            </w:pPr>
            <w:r w:rsidRPr="00CC3CA4">
              <w:rPr>
                <w:sz w:val="22"/>
                <w:szCs w:val="22"/>
              </w:rPr>
              <w:t>0,00</w:t>
            </w:r>
          </w:p>
        </w:tc>
      </w:tr>
      <w:tr w:rsidR="00CC3CA4" w:rsidRPr="00066329" w:rsidTr="00D47908">
        <w:trPr>
          <w:trHeight w:val="1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CA4" w:rsidRDefault="00CC3CA4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1.29.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83A" w:rsidRPr="001069ED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Выплата ежемесячных денежных средств лицам из числа детей сирот, обучающихся по очной форме </w:t>
            </w:r>
            <w:proofErr w:type="gramStart"/>
            <w:r w:rsidRPr="001069ED">
              <w:rPr>
                <w:sz w:val="22"/>
                <w:szCs w:val="22"/>
              </w:rPr>
              <w:t>обучения по</w:t>
            </w:r>
            <w:proofErr w:type="gramEnd"/>
            <w:r w:rsidRPr="001069ED">
              <w:rPr>
                <w:sz w:val="22"/>
                <w:szCs w:val="22"/>
              </w:rPr>
              <w:t xml:space="preserve"> образовательным программам основного общего, среднего общего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Pr="001069ED" w:rsidRDefault="00CC3CA4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Управление по образованию и молодежной политике</w:t>
            </w:r>
          </w:p>
          <w:p w:rsidR="00CC3CA4" w:rsidRPr="001069ED" w:rsidRDefault="00CC3CA4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CA4" w:rsidRDefault="00CC3CA4" w:rsidP="00D47908">
            <w:pPr>
              <w:spacing w:line="240" w:lineRule="auto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EC664A">
              <w:rPr>
                <w:sz w:val="22"/>
                <w:szCs w:val="22"/>
              </w:rPr>
              <w:t>Ярцевский</w:t>
            </w:r>
            <w:proofErr w:type="spellEnd"/>
            <w:r w:rsidRPr="00EC664A">
              <w:rPr>
                <w:sz w:val="22"/>
                <w:szCs w:val="22"/>
              </w:rPr>
              <w:t xml:space="preserve"> муниципальный округ» </w:t>
            </w:r>
          </w:p>
          <w:p w:rsidR="00CC3CA4" w:rsidRPr="00EC664A" w:rsidRDefault="00CC3CA4" w:rsidP="00D47908">
            <w:pPr>
              <w:spacing w:line="240" w:lineRule="auto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Смоленской области</w:t>
            </w:r>
          </w:p>
          <w:p w:rsidR="00CC3CA4" w:rsidRPr="005248F5" w:rsidRDefault="00CC3CA4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Default="00CC3CA4" w:rsidP="00D47908">
            <w:pPr>
              <w:spacing w:line="240" w:lineRule="auto"/>
              <w:jc w:val="center"/>
            </w:pPr>
          </w:p>
          <w:p w:rsidR="00CC3CA4" w:rsidRDefault="00CC3CA4" w:rsidP="00D47908">
            <w:pPr>
              <w:spacing w:line="240" w:lineRule="auto"/>
              <w:jc w:val="center"/>
            </w:pPr>
          </w:p>
          <w:p w:rsidR="00CC3CA4" w:rsidRDefault="00CC3CA4" w:rsidP="00D47908">
            <w:pPr>
              <w:spacing w:line="240" w:lineRule="auto"/>
              <w:jc w:val="center"/>
            </w:pPr>
          </w:p>
          <w:p w:rsidR="00CC3CA4" w:rsidRDefault="00CC3CA4" w:rsidP="00D47908">
            <w:pPr>
              <w:spacing w:line="240" w:lineRule="auto"/>
              <w:jc w:val="center"/>
              <w:rPr>
                <w:sz w:val="8"/>
                <w:szCs w:val="22"/>
              </w:rPr>
            </w:pPr>
          </w:p>
          <w:p w:rsidR="00CC3CA4" w:rsidRPr="00C632D8" w:rsidRDefault="004F5DCF" w:rsidP="00D47908">
            <w:pPr>
              <w:spacing w:line="240" w:lineRule="auto"/>
              <w:jc w:val="center"/>
            </w:pPr>
            <w:r>
              <w:rPr>
                <w:sz w:val="22"/>
                <w:szCs w:val="22"/>
              </w:rPr>
              <w:t>35 736</w:t>
            </w:r>
            <w:r w:rsidR="00CC3CA4" w:rsidRPr="00B5005B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4F5DCF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35 736</w:t>
            </w:r>
            <w:r w:rsidR="00CC3CA4" w:rsidRPr="00B5005B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CC3CA4" w:rsidRPr="00B5005B" w:rsidRDefault="00CC3CA4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53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1069ED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135 513 160,4</w:t>
            </w:r>
            <w:r w:rsidR="00173242" w:rsidRPr="00D47908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38 215 330,8</w:t>
            </w:r>
            <w:r w:rsidR="00173242" w:rsidRPr="00D47908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56 830 004</w:t>
            </w:r>
            <w:r w:rsidR="00173242" w:rsidRPr="00D47908">
              <w:t>,</w:t>
            </w:r>
            <w:r w:rsidRPr="00D47908">
              <w:t xml:space="preserve">8 </w:t>
            </w:r>
            <w:r w:rsidR="00173242" w:rsidRPr="00D47908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40 467 824</w:t>
            </w:r>
            <w:r w:rsidR="00173242" w:rsidRPr="00D47908">
              <w:t>,</w:t>
            </w:r>
            <w:r w:rsidRPr="00D47908">
              <w:t>8</w:t>
            </w:r>
            <w:r w:rsidR="00173242" w:rsidRPr="00D47908">
              <w:t>0</w:t>
            </w:r>
          </w:p>
        </w:tc>
      </w:tr>
      <w:tr w:rsidR="00173242" w:rsidRPr="00066329" w:rsidTr="00D47908">
        <w:trPr>
          <w:trHeight w:val="539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EC664A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135 477 424,4</w:t>
            </w:r>
            <w:r w:rsidR="00173242" w:rsidRPr="00D47908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38 179 594,8</w:t>
            </w:r>
            <w:r w:rsidR="00173242" w:rsidRPr="00D47908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56 830 004,8</w:t>
            </w:r>
            <w:r w:rsidR="00173242" w:rsidRPr="00D47908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242" w:rsidRPr="00D47908" w:rsidRDefault="004F5DCF" w:rsidP="00D47908">
            <w:pPr>
              <w:jc w:val="center"/>
            </w:pPr>
            <w:r w:rsidRPr="00D47908">
              <w:t>40 467 824,8</w:t>
            </w:r>
            <w:r w:rsidR="00173242" w:rsidRPr="00D47908">
              <w:t>0</w:t>
            </w:r>
          </w:p>
        </w:tc>
      </w:tr>
      <w:tr w:rsidR="004F5DCF" w:rsidRPr="00066329" w:rsidTr="00D47908">
        <w:trPr>
          <w:trHeight w:val="20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F" w:rsidRDefault="004F5DCF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DCF" w:rsidRPr="005248F5" w:rsidRDefault="004F5DCF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CF" w:rsidRPr="005248F5" w:rsidRDefault="004F5DCF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CF" w:rsidRDefault="004F5DCF" w:rsidP="00D47908">
            <w:pPr>
              <w:spacing w:line="240" w:lineRule="auto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EC664A">
              <w:rPr>
                <w:sz w:val="22"/>
                <w:szCs w:val="22"/>
              </w:rPr>
              <w:t>Ярцевский</w:t>
            </w:r>
            <w:proofErr w:type="spellEnd"/>
            <w:r w:rsidRPr="00EC664A">
              <w:rPr>
                <w:sz w:val="22"/>
                <w:szCs w:val="22"/>
              </w:rPr>
              <w:t xml:space="preserve"> муниципальный округ»</w:t>
            </w:r>
          </w:p>
          <w:p w:rsidR="004F5DCF" w:rsidRPr="00EC664A" w:rsidRDefault="004F5DCF" w:rsidP="00D4790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Смоленской 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CF" w:rsidRPr="00D47908" w:rsidRDefault="004F5DCF" w:rsidP="00D47908">
            <w:pPr>
              <w:jc w:val="center"/>
            </w:pPr>
          </w:p>
          <w:p w:rsidR="004F5DCF" w:rsidRPr="00D47908" w:rsidRDefault="004F5DCF" w:rsidP="00D47908">
            <w:pPr>
              <w:jc w:val="center"/>
            </w:pPr>
            <w:r w:rsidRPr="00D47908">
              <w:t>35 736,00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CF" w:rsidRPr="00D47908" w:rsidRDefault="004F5DCF" w:rsidP="00D47908">
            <w:pPr>
              <w:jc w:val="center"/>
            </w:pPr>
          </w:p>
          <w:p w:rsidR="004F5DCF" w:rsidRPr="00D47908" w:rsidRDefault="004F5DCF" w:rsidP="00D47908">
            <w:pPr>
              <w:jc w:val="center"/>
            </w:pPr>
            <w:r w:rsidRPr="00D47908">
              <w:t>35  736,00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CF" w:rsidRPr="00D47908" w:rsidRDefault="004F5DCF" w:rsidP="00D47908">
            <w:pPr>
              <w:jc w:val="center"/>
            </w:pPr>
          </w:p>
          <w:p w:rsidR="004F5DCF" w:rsidRPr="00D47908" w:rsidRDefault="004F5DCF" w:rsidP="00D47908">
            <w:pPr>
              <w:jc w:val="center"/>
            </w:pPr>
          </w:p>
          <w:p w:rsidR="004F5DCF" w:rsidRPr="00D47908" w:rsidRDefault="004F5DCF" w:rsidP="00D47908">
            <w:pPr>
              <w:jc w:val="center"/>
            </w:pPr>
            <w:r w:rsidRPr="00D47908">
              <w:t>0,00</w:t>
            </w:r>
          </w:p>
          <w:p w:rsidR="004F5DCF" w:rsidRPr="00D47908" w:rsidRDefault="004F5DCF" w:rsidP="00D47908">
            <w:pPr>
              <w:jc w:val="center"/>
            </w:pPr>
          </w:p>
          <w:p w:rsidR="004F5DCF" w:rsidRPr="00D47908" w:rsidRDefault="004F5DCF" w:rsidP="00D4790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CF" w:rsidRPr="00D47908" w:rsidRDefault="004F5DCF" w:rsidP="00D47908">
            <w:pPr>
              <w:jc w:val="center"/>
            </w:pPr>
            <w:r w:rsidRPr="00D47908">
              <w:t>0,00</w:t>
            </w:r>
          </w:p>
        </w:tc>
      </w:tr>
      <w:tr w:rsidR="00173242" w:rsidRPr="00066329" w:rsidTr="00D47908">
        <w:trPr>
          <w:trHeight w:val="3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2A51B9" w:rsidRDefault="00173242" w:rsidP="00D47908">
            <w:pPr>
              <w:jc w:val="center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4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5248F5">
              <w:rPr>
                <w:b/>
                <w:i/>
                <w:sz w:val="22"/>
                <w:szCs w:val="22"/>
              </w:rPr>
              <w:t>Комплекс процессных мероприятий «Проведение мероприятий по отдыху и оздоровлению»</w:t>
            </w:r>
          </w:p>
        </w:tc>
      </w:tr>
      <w:tr w:rsidR="00173242" w:rsidRPr="00066329" w:rsidTr="00D47908">
        <w:trPr>
          <w:trHeight w:val="1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Организация отдыха детей в каникулярное время в лагерях дневного пребывания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 по образованию и молодежной политике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Default="00173242" w:rsidP="00D47908">
            <w:pPr>
              <w:jc w:val="center"/>
              <w:rPr>
                <w:sz w:val="22"/>
                <w:szCs w:val="22"/>
              </w:rPr>
            </w:pPr>
          </w:p>
          <w:p w:rsidR="00173242" w:rsidRDefault="00173242" w:rsidP="00D47908">
            <w:pPr>
              <w:jc w:val="center"/>
              <w:rPr>
                <w:sz w:val="22"/>
                <w:szCs w:val="22"/>
              </w:rPr>
            </w:pPr>
          </w:p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Default="00173242" w:rsidP="00D47908">
            <w:pPr>
              <w:jc w:val="center"/>
              <w:rPr>
                <w:sz w:val="22"/>
                <w:szCs w:val="22"/>
              </w:rPr>
            </w:pPr>
          </w:p>
          <w:p w:rsidR="00173242" w:rsidRDefault="00173242" w:rsidP="00D47908">
            <w:pPr>
              <w:jc w:val="center"/>
              <w:rPr>
                <w:sz w:val="22"/>
                <w:szCs w:val="22"/>
              </w:rPr>
            </w:pPr>
          </w:p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Default="00173242" w:rsidP="00D47908">
            <w:pPr>
              <w:jc w:val="center"/>
              <w:rPr>
                <w:sz w:val="22"/>
                <w:szCs w:val="22"/>
              </w:rPr>
            </w:pPr>
          </w:p>
          <w:p w:rsidR="00173242" w:rsidRDefault="00173242" w:rsidP="00D47908">
            <w:pPr>
              <w:jc w:val="center"/>
              <w:rPr>
                <w:sz w:val="22"/>
                <w:szCs w:val="22"/>
              </w:rPr>
            </w:pPr>
          </w:p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Проведение социологических исследований, мониторингов, обновление банка данных по проблемам молодой семьи, оздоровления детей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Отдел социальной защиты населения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FF0000"/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(по согласованию)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930FFB">
        <w:trPr>
          <w:trHeight w:val="9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066329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Участие в региональных семинарах и конференциях по вопросам укрепления молодой семьи, организации летнего отдыха детей, их оздоровления</w:t>
            </w:r>
          </w:p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Отдел социальной защиты населения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(по согласованию),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25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Освещение в районных средствах массовой информации мероприятий, проводимых на территории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 Смоленской области по вопросам укрепления здоровья населения, продвижения семейных ценностей, ориентированных на здоровый образ жизни</w:t>
            </w:r>
          </w:p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 по культуре и спорту, учреждения образования, культуры, спорта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2.5. 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Мероприятия, направленные на пропаганду здорового образа жизни – Всероссийский день трезвости, Международный день отказа от курения, проведение иных культурно-массовых, спортивных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Комитет по культуре и спорту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Проведение санитарно-просветительной работы среди населения по пропаганде здорового образа жизни, профилактике неинфекционных заболеваний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ОГБУ</w:t>
            </w:r>
            <w:r w:rsidR="004F5DCF">
              <w:rPr>
                <w:sz w:val="22"/>
                <w:szCs w:val="22"/>
              </w:rPr>
              <w:t>З</w:t>
            </w:r>
            <w:r w:rsidRPr="005248F5">
              <w:rPr>
                <w:sz w:val="22"/>
                <w:szCs w:val="22"/>
              </w:rPr>
              <w:t xml:space="preserve"> «</w:t>
            </w:r>
            <w:proofErr w:type="spellStart"/>
            <w:r w:rsidRPr="005248F5">
              <w:rPr>
                <w:sz w:val="22"/>
                <w:szCs w:val="22"/>
              </w:rPr>
              <w:t>Ярцевская</w:t>
            </w:r>
            <w:proofErr w:type="spellEnd"/>
            <w:r w:rsidRPr="005248F5">
              <w:rPr>
                <w:sz w:val="22"/>
                <w:szCs w:val="22"/>
              </w:rPr>
              <w:t xml:space="preserve"> центральная больница», 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Отдел социальной защиты населения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(по согласованию)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Проведение в образовательных организациях  муниципального образования мероприятий, классных часов с участием медицинских работников по вопросам иммунопрофилактики, профилактике различного рода заболеваний, привитию правил личной гигиены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ОГБУ</w:t>
            </w:r>
            <w:r w:rsidR="004F5DCF">
              <w:rPr>
                <w:sz w:val="22"/>
                <w:szCs w:val="22"/>
              </w:rPr>
              <w:t>З</w:t>
            </w:r>
            <w:r w:rsidRPr="005248F5">
              <w:rPr>
                <w:sz w:val="22"/>
                <w:szCs w:val="22"/>
              </w:rPr>
              <w:t xml:space="preserve"> «</w:t>
            </w:r>
            <w:proofErr w:type="spellStart"/>
            <w:r w:rsidRPr="005248F5">
              <w:rPr>
                <w:sz w:val="22"/>
                <w:szCs w:val="22"/>
              </w:rPr>
              <w:t>Ярцевская</w:t>
            </w:r>
            <w:proofErr w:type="spellEnd"/>
            <w:r w:rsidRPr="005248F5">
              <w:rPr>
                <w:sz w:val="22"/>
                <w:szCs w:val="22"/>
              </w:rPr>
              <w:t xml:space="preserve"> центральная больница» 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 (по согласованию),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образовательные организации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Проведение в школах лекций по вопросам здорового питания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ОГБУ</w:t>
            </w:r>
            <w:r w:rsidR="004F5DCF">
              <w:rPr>
                <w:sz w:val="22"/>
                <w:szCs w:val="22"/>
              </w:rPr>
              <w:t>З</w:t>
            </w:r>
            <w:r w:rsidRPr="005248F5">
              <w:rPr>
                <w:sz w:val="22"/>
                <w:szCs w:val="22"/>
              </w:rPr>
              <w:t xml:space="preserve"> «</w:t>
            </w:r>
            <w:proofErr w:type="spellStart"/>
            <w:r w:rsidRPr="005248F5">
              <w:rPr>
                <w:sz w:val="22"/>
                <w:szCs w:val="22"/>
              </w:rPr>
              <w:t>Ярцевская</w:t>
            </w:r>
            <w:proofErr w:type="spellEnd"/>
            <w:r w:rsidRPr="005248F5">
              <w:rPr>
                <w:sz w:val="22"/>
                <w:szCs w:val="22"/>
              </w:rPr>
              <w:t xml:space="preserve"> центральная больница» 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 (по согласованию),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Управление по образованию и </w:t>
            </w:r>
            <w:r w:rsidRPr="005248F5">
              <w:rPr>
                <w:sz w:val="22"/>
                <w:szCs w:val="22"/>
              </w:rPr>
              <w:lastRenderedPageBreak/>
              <w:t>молодежной политике,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573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5248F5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</w:tr>
      <w:tr w:rsidR="00173242" w:rsidRPr="00066329" w:rsidTr="00D47908">
        <w:trPr>
          <w:trHeight w:val="573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</w:tr>
      <w:tr w:rsidR="00173242" w:rsidRPr="00066329" w:rsidTr="00D47908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</w:tr>
      <w:tr w:rsidR="00173242" w:rsidRPr="00066329" w:rsidTr="00D47908">
        <w:trPr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</w:t>
            </w:r>
            <w:r w:rsidR="004F5DCF"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9120BC" w:rsidRDefault="00173242" w:rsidP="00D47908">
            <w:pPr>
              <w:jc w:val="center"/>
            </w:pPr>
            <w:r>
              <w:t>0,00</w:t>
            </w:r>
          </w:p>
        </w:tc>
      </w:tr>
      <w:tr w:rsidR="00173242" w:rsidRPr="00066329" w:rsidTr="00D47908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B111D0" w:rsidRDefault="00173242" w:rsidP="00D47908">
            <w:pPr>
              <w:jc w:val="center"/>
              <w:rPr>
                <w:b/>
                <w:i/>
                <w:sz w:val="24"/>
                <w:szCs w:val="24"/>
              </w:rPr>
            </w:pPr>
            <w:r w:rsidRPr="00B111D0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44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rPr>
                <w:sz w:val="22"/>
                <w:szCs w:val="22"/>
              </w:rPr>
            </w:pPr>
            <w:r w:rsidRPr="005248F5">
              <w:rPr>
                <w:b/>
                <w:i/>
                <w:sz w:val="22"/>
                <w:szCs w:val="22"/>
              </w:rPr>
              <w:t>Комплекс процессных мероприятий «Организация социально значимых мероприятий для детей и семей с детьми»</w:t>
            </w:r>
          </w:p>
        </w:tc>
      </w:tr>
      <w:tr w:rsidR="00173242" w:rsidRPr="00066329" w:rsidTr="00D47908">
        <w:trPr>
          <w:trHeight w:val="1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 Развитие системы сопровождения замещающих семей, оказание им медицинской, правовой,  психолого-педагогической и материальной помощи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политике, субъекты системы профилактики</w:t>
            </w:r>
          </w:p>
          <w:p w:rsidR="00173242" w:rsidRPr="005248F5" w:rsidRDefault="00173242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 Организация и проведение мероприятий для детей-сирот и детей, оставшихся без попечения родителей,  находящихся на воспитании в семьях граждан, проживающих на территории </w:t>
            </w:r>
            <w:proofErr w:type="spellStart"/>
            <w:r w:rsidRPr="005248F5">
              <w:rPr>
                <w:sz w:val="22"/>
                <w:szCs w:val="22"/>
              </w:rPr>
              <w:t>Ярцевского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</w:t>
            </w:r>
          </w:p>
          <w:p w:rsidR="00173242" w:rsidRPr="005248F5" w:rsidRDefault="00173242" w:rsidP="00D47908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  <w:r w:rsidRPr="005248F5">
              <w:rPr>
                <w:bCs/>
                <w:sz w:val="22"/>
                <w:szCs w:val="22"/>
              </w:rPr>
              <w:t xml:space="preserve"> Организация, проведение мероприятий, посвященных международному Дню семьи, любви и верности, конкурса рисунков «Наша дружная семья»</w:t>
            </w:r>
          </w:p>
          <w:p w:rsidR="00173242" w:rsidRPr="005248F5" w:rsidRDefault="00173242" w:rsidP="00D47908">
            <w:pPr>
              <w:pStyle w:val="consplusnormal0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МБУК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центр культуры и искусства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  <w:r w:rsidRPr="005248F5">
              <w:rPr>
                <w:bCs/>
                <w:sz w:val="22"/>
                <w:szCs w:val="22"/>
              </w:rPr>
              <w:t xml:space="preserve"> </w:t>
            </w:r>
            <w:r w:rsidRPr="005248F5">
              <w:rPr>
                <w:sz w:val="22"/>
                <w:szCs w:val="22"/>
              </w:rPr>
              <w:t xml:space="preserve"> Проведение Дней деревень на территории сельских поселений с чествованием многодетных семей, семей с долгой историей семейного союза.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МБУК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 центр культуры и искусства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bCs/>
                <w:sz w:val="22"/>
                <w:szCs w:val="22"/>
              </w:rPr>
              <w:t>Разработка и реализация программ родительских лекториев по вопросам воспитания детей. Проведение общегородских родительских собраний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  <w:szCs w:val="22"/>
              </w:rPr>
            </w:pPr>
            <w:r w:rsidRPr="005248F5">
              <w:rPr>
                <w:bCs/>
                <w:sz w:val="22"/>
                <w:szCs w:val="22"/>
              </w:rPr>
              <w:t>Организация  и  проведение   районных мероприятий и семейных праздников</w:t>
            </w:r>
            <w:proofErr w:type="gramStart"/>
            <w:r w:rsidRPr="005248F5">
              <w:rPr>
                <w:bCs/>
                <w:sz w:val="22"/>
                <w:szCs w:val="22"/>
              </w:rPr>
              <w:t xml:space="preserve">, </w:t>
            </w:r>
            <w:r w:rsidRPr="005248F5">
              <w:rPr>
                <w:bCs/>
                <w:color w:val="008000"/>
                <w:sz w:val="22"/>
                <w:szCs w:val="22"/>
              </w:rPr>
              <w:t>«</w:t>
            </w:r>
            <w:proofErr w:type="gramEnd"/>
            <w:r w:rsidRPr="005248F5">
              <w:rPr>
                <w:bCs/>
                <w:color w:val="008000"/>
                <w:sz w:val="22"/>
                <w:szCs w:val="22"/>
              </w:rPr>
              <w:t xml:space="preserve"> 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bCs/>
                <w:sz w:val="22"/>
                <w:szCs w:val="22"/>
              </w:rPr>
              <w:t xml:space="preserve">участие </w:t>
            </w:r>
            <w:r w:rsidRPr="005248F5">
              <w:rPr>
                <w:sz w:val="22"/>
                <w:szCs w:val="22"/>
              </w:rPr>
              <w:t xml:space="preserve"> в </w:t>
            </w:r>
            <w:proofErr w:type="gramStart"/>
            <w:r w:rsidRPr="005248F5">
              <w:rPr>
                <w:sz w:val="22"/>
                <w:szCs w:val="22"/>
              </w:rPr>
              <w:t>муниципальном</w:t>
            </w:r>
            <w:proofErr w:type="gramEnd"/>
            <w:r w:rsidRPr="005248F5">
              <w:rPr>
                <w:sz w:val="22"/>
                <w:szCs w:val="22"/>
              </w:rPr>
              <w:t xml:space="preserve"> и областном </w:t>
            </w:r>
            <w:proofErr w:type="spellStart"/>
            <w:r w:rsidRPr="005248F5">
              <w:rPr>
                <w:sz w:val="22"/>
                <w:szCs w:val="22"/>
              </w:rPr>
              <w:t>Интернет-фотоконкурса</w:t>
            </w:r>
            <w:proofErr w:type="spellEnd"/>
            <w:r w:rsidRPr="005248F5">
              <w:rPr>
                <w:sz w:val="22"/>
                <w:szCs w:val="22"/>
              </w:rPr>
              <w:t xml:space="preserve"> "Семьи счастливые моменты", 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участие во Всероссийском конкурсе «Города для детей», в номинации «Семья»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МБУК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 центр культуры и искусства,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Управление по образованию и молодежной политике, образовательные организации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1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bCs/>
                <w:sz w:val="22"/>
                <w:szCs w:val="22"/>
              </w:rPr>
              <w:t>Организация и проведение фестивалей семейного творчества (ДПИ, вокального, хореографического  и пр.)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МБОУ ДО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Центр детского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Смоленской области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3 000,00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Организация и проведение мероприятий, направленных на пропаганду семейных ценностей, создание привлекательного образа семейной жизни, материнства, отцовства, возрождение, сохранение и развитие культурного наследия и семейных традиций, укрепление связи поколений, возрождение родословной культуры семьи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Отдел социальной защиты населения, 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МБУК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 центр культуры и искусства, учреждения культуры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 w:rsidRPr="00B5005B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42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5248F5">
              <w:rPr>
                <w:b/>
                <w:i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285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Областной </w:t>
            </w:r>
            <w:r w:rsidRPr="005248F5">
              <w:rPr>
                <w:sz w:val="22"/>
                <w:szCs w:val="22"/>
              </w:rPr>
              <w:lastRenderedPageBreak/>
              <w:t xml:space="preserve">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41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EC664A" w:rsidRDefault="00173242" w:rsidP="00D47908">
            <w:pPr>
              <w:jc w:val="center"/>
              <w:rPr>
                <w:sz w:val="22"/>
                <w:szCs w:val="22"/>
              </w:rPr>
            </w:pPr>
            <w:r w:rsidRPr="00EC664A">
              <w:rPr>
                <w:sz w:val="22"/>
                <w:szCs w:val="22"/>
              </w:rPr>
              <w:t>0,00</w:t>
            </w:r>
          </w:p>
        </w:tc>
      </w:tr>
      <w:tr w:rsidR="00173242" w:rsidRPr="00066329" w:rsidTr="00D47908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871A8D" w:rsidRDefault="00173242" w:rsidP="00D47908">
            <w:pPr>
              <w:jc w:val="center"/>
              <w:rPr>
                <w:b/>
                <w:i/>
                <w:sz w:val="24"/>
                <w:szCs w:val="24"/>
              </w:rPr>
            </w:pPr>
            <w:r w:rsidRPr="00871A8D">
              <w:rPr>
                <w:b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144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spacing w:line="240" w:lineRule="auto"/>
              <w:rPr>
                <w:sz w:val="22"/>
                <w:szCs w:val="22"/>
              </w:rPr>
            </w:pPr>
            <w:r w:rsidRPr="001069ED">
              <w:rPr>
                <w:b/>
                <w:i/>
                <w:sz w:val="22"/>
                <w:szCs w:val="22"/>
              </w:rPr>
              <w:t xml:space="preserve">Комплекс процессных мероприятий </w:t>
            </w:r>
            <w:r w:rsidRPr="001069ED">
              <w:rPr>
                <w:sz w:val="22"/>
                <w:szCs w:val="22"/>
              </w:rPr>
              <w:t xml:space="preserve"> </w:t>
            </w:r>
            <w:r w:rsidRPr="001069ED">
              <w:rPr>
                <w:b/>
                <w:i/>
                <w:sz w:val="22"/>
                <w:szCs w:val="22"/>
              </w:rPr>
              <w:t>«Создание условий для организации досуга граждан пожилого возраста»</w:t>
            </w:r>
          </w:p>
        </w:tc>
      </w:tr>
      <w:tr w:rsidR="00173242" w:rsidRPr="00066329" w:rsidTr="00D47908">
        <w:trPr>
          <w:trHeight w:val="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Обеспеченность социальной инфраструктуры для граждан пожилого возраста: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1069ED">
              <w:rPr>
                <w:rFonts w:ascii="MuseoSansCyrl" w:hAnsi="MuseoSansCyrl"/>
                <w:color w:val="838D92"/>
                <w:sz w:val="22"/>
                <w:szCs w:val="22"/>
                <w:shd w:val="clear" w:color="auto" w:fill="FFFFFF"/>
              </w:rPr>
              <w:t xml:space="preserve"> </w:t>
            </w:r>
            <w:r w:rsidRPr="001069ED">
              <w:rPr>
                <w:sz w:val="22"/>
                <w:szCs w:val="22"/>
                <w:shd w:val="clear" w:color="auto" w:fill="FFFFFF"/>
              </w:rPr>
              <w:t>организация их</w:t>
            </w:r>
            <w:r w:rsidRPr="001069ED">
              <w:rPr>
                <w:rFonts w:ascii="MuseoSansCyrl" w:hAnsi="MuseoSansCyrl"/>
                <w:color w:val="838D92"/>
                <w:sz w:val="22"/>
                <w:szCs w:val="22"/>
                <w:shd w:val="clear" w:color="auto" w:fill="FFFFFF"/>
              </w:rPr>
              <w:t xml:space="preserve"> </w:t>
            </w:r>
            <w:r w:rsidRPr="001069ED">
              <w:rPr>
                <w:sz w:val="22"/>
                <w:szCs w:val="22"/>
                <w:shd w:val="clear" w:color="auto" w:fill="FFFFFF"/>
              </w:rPr>
              <w:t>социального обслуживания, включающего различные виды социальных услуг, направленных на удовлетворение потребностей данной категории лиц</w:t>
            </w:r>
            <w:r w:rsidR="0053304A" w:rsidRPr="001069ED">
              <w:rPr>
                <w:sz w:val="22"/>
                <w:szCs w:val="22"/>
                <w:shd w:val="clear" w:color="auto" w:fill="FFFFFF"/>
              </w:rPr>
              <w:t>,</w:t>
            </w:r>
          </w:p>
          <w:p w:rsidR="00173242" w:rsidRPr="001069ED" w:rsidRDefault="0053304A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  <w:shd w:val="clear" w:color="auto" w:fill="FFFFFF"/>
              </w:rPr>
              <w:t xml:space="preserve">проведение диспансеризации граждан пожилого возраста, направленной на </w:t>
            </w:r>
            <w:r w:rsidRPr="001069ED">
              <w:rPr>
                <w:color w:val="000000"/>
                <w:sz w:val="22"/>
                <w:szCs w:val="22"/>
                <w:shd w:val="clear" w:color="auto" w:fill="FFFFFF"/>
              </w:rPr>
              <w:t xml:space="preserve"> раннее выявление заболеваний и увеличение продолжительности здоровой жизни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shd w:val="clear" w:color="auto" w:fill="FFFFFF"/>
              <w:spacing w:line="240" w:lineRule="auto"/>
              <w:textAlignment w:val="baseline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ОГБУ</w:t>
            </w:r>
            <w:r w:rsidR="00C850E8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больница»</w:t>
            </w:r>
          </w:p>
          <w:p w:rsidR="00173242" w:rsidRPr="001069ED" w:rsidRDefault="00173242" w:rsidP="00D47908">
            <w:pPr>
              <w:shd w:val="clear" w:color="auto" w:fill="FFFFFF"/>
              <w:spacing w:line="240" w:lineRule="auto"/>
              <w:textAlignment w:val="baseline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(по согласованию),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1069ED">
              <w:rPr>
                <w:sz w:val="22"/>
                <w:szCs w:val="22"/>
              </w:rPr>
              <w:t xml:space="preserve">Отдел социальной защиты населения, </w:t>
            </w: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 xml:space="preserve"> СОГБУ </w:t>
            </w:r>
            <w:r w:rsidRPr="001069ED">
              <w:rPr>
                <w:sz w:val="22"/>
                <w:szCs w:val="22"/>
              </w:rPr>
              <w:t>«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комплексный центр социального обслуживания населения»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(по согласованию)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B5005B" w:rsidRDefault="00173242" w:rsidP="00D47908">
            <w:pPr>
              <w:jc w:val="center"/>
            </w:pPr>
            <w:r w:rsidRPr="00B5005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39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sz w:val="22"/>
                <w:szCs w:val="22"/>
              </w:rPr>
              <w:t xml:space="preserve">Информационная и социальная поддержка </w:t>
            </w:r>
            <w:r w:rsidRPr="001069ED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>граждан</w:t>
            </w:r>
            <w:r w:rsidRPr="001069E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>пожилого</w:t>
            </w:r>
            <w:r w:rsidRPr="001069E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>возраста: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обеспечение </w:t>
            </w: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системы правовых, организационных и экономических мер, направленных на доступность</w:t>
            </w:r>
            <w:r w:rsidRPr="001069E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 xml:space="preserve">  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социальных </w:t>
            </w: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 xml:space="preserve">услуг, медицинской и специальной </w:t>
            </w:r>
            <w:proofErr w:type="spellStart"/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гериатрической</w:t>
            </w:r>
            <w:proofErr w:type="spellEnd"/>
            <w:r w:rsidRPr="001069E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>помощи</w:t>
            </w: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, лекарственного обеспечения, услуг транспорта, связи, банковского сектора,</w:t>
            </w:r>
            <w:r w:rsidRPr="001069E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информационных</w:t>
            </w:r>
            <w:r w:rsidRPr="001069ED">
              <w:rPr>
                <w:rStyle w:val="apple-converted-space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069ED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и </w:t>
            </w: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коммуникационных технологий, равного доступа к посильной трудовой занятости, гарантий в части условий и оплаты труда</w:t>
            </w:r>
            <w:r w:rsidRPr="001069ED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Организация правовых консультаций для граждан старшего возраста по вопросам получения мер социальной поддержки и государственной помощи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Отдел социальной защиты населения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(по согласованию)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</w:t>
            </w: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 xml:space="preserve"> СОГБУ </w:t>
            </w:r>
            <w:r w:rsidRPr="001069ED">
              <w:rPr>
                <w:sz w:val="22"/>
                <w:szCs w:val="22"/>
              </w:rPr>
              <w:t>«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комплексный центр социального обслуживания населения»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(по согласованию),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Центр занятости населения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(по согласованию)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Формирование условий для организации досуга граждан пожилого возраста. 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Организация работы клубных формирований  для людей старшего поколения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 центр культуры и искусства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Внебюджетные средства</w:t>
            </w: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Организация работы </w:t>
            </w:r>
            <w:proofErr w:type="spellStart"/>
            <w:r w:rsidRPr="001069ED">
              <w:rPr>
                <w:sz w:val="22"/>
                <w:szCs w:val="22"/>
              </w:rPr>
              <w:t>досугового</w:t>
            </w:r>
            <w:proofErr w:type="spellEnd"/>
            <w:r w:rsidRPr="001069ED">
              <w:rPr>
                <w:sz w:val="22"/>
                <w:szCs w:val="22"/>
              </w:rPr>
              <w:t xml:space="preserve"> центра для людей пожилого возраста-</w:t>
            </w:r>
          </w:p>
          <w:p w:rsidR="00173242" w:rsidRPr="001069ED" w:rsidRDefault="00C850E8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клуба  « Золотой возраст»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СОГБУ «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комплексный центр социального обслуживания населения»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1069ED">
              <w:rPr>
                <w:color w:val="333333"/>
                <w:sz w:val="22"/>
                <w:szCs w:val="22"/>
                <w:shd w:val="clear" w:color="auto" w:fill="FFFFFF"/>
              </w:rPr>
              <w:t>(по согласованию),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 центр культуры и искусства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Проведение мероприятий ко Дню пожилого человека «Нам года не беда»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 центр культуры и искусства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4.6.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Организация и проведение престольных праздников в сельских поселениях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 центр культуры и искусства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 xml:space="preserve">Организация занятий по основам компьютерной грамотности </w:t>
            </w:r>
            <w:proofErr w:type="gramStart"/>
            <w:r w:rsidRPr="001069ED">
              <w:rPr>
                <w:spacing w:val="-2"/>
                <w:sz w:val="22"/>
                <w:szCs w:val="22"/>
              </w:rPr>
              <w:t>для</w:t>
            </w:r>
            <w:proofErr w:type="gramEnd"/>
            <w:r w:rsidRPr="001069ED">
              <w:rPr>
                <w:spacing w:val="-2"/>
                <w:sz w:val="22"/>
                <w:szCs w:val="22"/>
              </w:rPr>
              <w:t xml:space="preserve"> 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пожилых людей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color w:val="008000"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библиотека»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4.8.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Проведение мероприятий в рамках клуба «Родник души» (совместно с ВОС)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C850E8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</w:t>
            </w:r>
            <w:r w:rsidR="00173242" w:rsidRPr="001069ED">
              <w:rPr>
                <w:sz w:val="22"/>
                <w:szCs w:val="22"/>
              </w:rPr>
              <w:t xml:space="preserve">  центр культуры и искусства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Праздник  «О семье, любви и верности»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 центр культуры и искусства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 xml:space="preserve">Стрит-акция «Петр и </w:t>
            </w:r>
            <w:proofErr w:type="spellStart"/>
            <w:r w:rsidRPr="001069ED">
              <w:rPr>
                <w:spacing w:val="-2"/>
                <w:sz w:val="22"/>
                <w:szCs w:val="22"/>
              </w:rPr>
              <w:t>Февронья</w:t>
            </w:r>
            <w:proofErr w:type="spellEnd"/>
            <w:r w:rsidRPr="001069ED">
              <w:rPr>
                <w:spacing w:val="-2"/>
                <w:sz w:val="22"/>
                <w:szCs w:val="22"/>
              </w:rPr>
              <w:t>. Любовь святая на земле»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МБУК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библиотека»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4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Проведение профилактических осмотров, включая диспансеризацию граждан старшего поколения.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Организация прохождения скрининга лицами старше 65 лет, проживающими в сельской местности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67" w:right="-76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 ОГБУ</w:t>
            </w:r>
            <w:r w:rsidR="00C850E8" w:rsidRPr="001069ED">
              <w:rPr>
                <w:sz w:val="22"/>
                <w:szCs w:val="22"/>
              </w:rPr>
              <w:t>З</w:t>
            </w:r>
            <w:r w:rsidRPr="001069ED">
              <w:rPr>
                <w:sz w:val="22"/>
                <w:szCs w:val="22"/>
              </w:rPr>
              <w:t xml:space="preserve"> «</w:t>
            </w:r>
            <w:proofErr w:type="spellStart"/>
            <w:r w:rsidRPr="001069ED">
              <w:rPr>
                <w:sz w:val="22"/>
                <w:szCs w:val="22"/>
              </w:rPr>
              <w:t>Ярцевская</w:t>
            </w:r>
            <w:proofErr w:type="spellEnd"/>
            <w:r w:rsidRPr="001069ED">
              <w:rPr>
                <w:sz w:val="22"/>
                <w:szCs w:val="22"/>
              </w:rPr>
              <w:t xml:space="preserve"> центральная </w:t>
            </w:r>
          </w:p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left="67" w:right="-76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  больница» 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67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(по согласованию),</w:t>
            </w:r>
          </w:p>
          <w:p w:rsidR="00173242" w:rsidRPr="001069ED" w:rsidRDefault="00173242" w:rsidP="00D47908">
            <w:pPr>
              <w:spacing w:line="240" w:lineRule="auto"/>
              <w:ind w:left="67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 Отдел социальной защиты населения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67" w:hanging="142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D47908">
        <w:trPr>
          <w:trHeight w:val="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EE6D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Проведение мероприятий по формированию здорового образа жизни, ответственного отношения к своему здоровью граждан старшего поколения, Организация профилактических оздоровительных акций, разработка тематических информационных материалов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>Управление  по культуре и спорту</w:t>
            </w:r>
          </w:p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78622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4.12.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Оказание финансовой поддержки некоммерческим организациям в виде субсидии за исключением государственных (муниципальных) учреждений (Совет ветеранов)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FF0000"/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 </w:t>
            </w:r>
            <w:r w:rsidR="00EE6D2B"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D47908" w:rsidRDefault="00C850E8" w:rsidP="00D47908">
            <w:pPr>
              <w:jc w:val="center"/>
              <w:rPr>
                <w:sz w:val="22"/>
                <w:szCs w:val="22"/>
              </w:rPr>
            </w:pPr>
            <w:r w:rsidRPr="00D47908">
              <w:rPr>
                <w:sz w:val="22"/>
                <w:szCs w:val="22"/>
              </w:rPr>
              <w:t>850 614</w:t>
            </w:r>
            <w:r w:rsidR="00173242" w:rsidRPr="00D47908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D47908" w:rsidRDefault="00C850E8" w:rsidP="00D47908">
            <w:pPr>
              <w:jc w:val="center"/>
              <w:rPr>
                <w:sz w:val="22"/>
                <w:szCs w:val="22"/>
              </w:rPr>
            </w:pPr>
            <w:r w:rsidRPr="00D47908">
              <w:rPr>
                <w:sz w:val="22"/>
                <w:szCs w:val="22"/>
              </w:rPr>
              <w:t>850 614</w:t>
            </w:r>
            <w:r w:rsidR="00173242" w:rsidRPr="00D4790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B5005B" w:rsidRDefault="00173242" w:rsidP="00D47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7D623F" w:rsidRDefault="00173242" w:rsidP="00D47908">
            <w:pPr>
              <w:jc w:val="center"/>
            </w:pPr>
            <w:r>
              <w:t>0,00</w:t>
            </w:r>
          </w:p>
        </w:tc>
      </w:tr>
      <w:tr w:rsidR="00173242" w:rsidRPr="00066329" w:rsidTr="0078622B">
        <w:trPr>
          <w:trHeight w:val="36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1069ED">
              <w:rPr>
                <w:b/>
                <w:i/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1069ED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7D623F" w:rsidRDefault="00C850E8" w:rsidP="00D47908">
            <w:pPr>
              <w:jc w:val="center"/>
            </w:pPr>
            <w:r>
              <w:t>850 614</w:t>
            </w:r>
            <w:r w:rsidR="00173242"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7D623F" w:rsidRDefault="00C850E8" w:rsidP="00D47908">
            <w:pPr>
              <w:jc w:val="center"/>
            </w:pPr>
            <w:r>
              <w:t>850 614</w:t>
            </w:r>
            <w:r w:rsidR="00173242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7D623F" w:rsidRDefault="00173242" w:rsidP="00D47908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7D623F" w:rsidRDefault="00173242" w:rsidP="00D47908">
            <w:pPr>
              <w:jc w:val="center"/>
            </w:pPr>
            <w:r>
              <w:t>0,00</w:t>
            </w:r>
          </w:p>
        </w:tc>
      </w:tr>
      <w:tr w:rsidR="00173242" w:rsidRPr="00066329" w:rsidTr="0078622B">
        <w:trPr>
          <w:trHeight w:val="364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173242" w:rsidRPr="00066329" w:rsidTr="0078622B">
        <w:trPr>
          <w:trHeight w:val="4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C632D8" w:rsidRDefault="00173242" w:rsidP="00D47908">
            <w:pPr>
              <w:jc w:val="center"/>
            </w:pPr>
            <w:r w:rsidRPr="00C632D8">
              <w:t>0,00</w:t>
            </w:r>
          </w:p>
        </w:tc>
      </w:tr>
      <w:tr w:rsidR="008E1222" w:rsidRPr="00066329" w:rsidTr="0078622B">
        <w:trPr>
          <w:trHeight w:val="20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222" w:rsidRDefault="008E122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222" w:rsidRPr="005248F5" w:rsidRDefault="008E122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222" w:rsidRPr="005248F5" w:rsidRDefault="008E1222" w:rsidP="00D479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ind w:right="-76" w:firstLine="1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1222" w:rsidRPr="005248F5" w:rsidRDefault="008E1222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</w:t>
            </w:r>
            <w:r>
              <w:rPr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1222" w:rsidRPr="007D623F" w:rsidRDefault="008E1222" w:rsidP="00D47908">
            <w:pPr>
              <w:jc w:val="center"/>
            </w:pPr>
            <w:r>
              <w:t>850 614,00</w:t>
            </w:r>
          </w:p>
          <w:p w:rsidR="008E1222" w:rsidRPr="007D623F" w:rsidRDefault="008E1222" w:rsidP="00D4790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1222" w:rsidRDefault="008E1222" w:rsidP="00D47908">
            <w:pPr>
              <w:jc w:val="center"/>
            </w:pPr>
            <w:r>
              <w:t>850 614,00</w:t>
            </w:r>
          </w:p>
          <w:p w:rsidR="001069ED" w:rsidRPr="007D623F" w:rsidRDefault="001069ED" w:rsidP="00D4790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1222" w:rsidRDefault="008E1222" w:rsidP="00D47908">
            <w:pPr>
              <w:jc w:val="center"/>
            </w:pPr>
            <w:r>
              <w:t>0,00</w:t>
            </w:r>
          </w:p>
          <w:p w:rsidR="001069ED" w:rsidRPr="007D623F" w:rsidRDefault="001069ED" w:rsidP="00D4790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1222" w:rsidRDefault="008E1222" w:rsidP="00D47908">
            <w:pPr>
              <w:jc w:val="center"/>
            </w:pPr>
            <w:r>
              <w:t>0,00</w:t>
            </w:r>
          </w:p>
          <w:p w:rsidR="001069ED" w:rsidRPr="007D623F" w:rsidRDefault="001069ED" w:rsidP="00D47908">
            <w:pPr>
              <w:jc w:val="center"/>
            </w:pPr>
          </w:p>
        </w:tc>
      </w:tr>
      <w:tr w:rsidR="00173242" w:rsidRPr="00066329" w:rsidTr="0078622B">
        <w:trPr>
          <w:trHeight w:val="8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Default="00173242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42" w:rsidRPr="005248F5" w:rsidRDefault="00173242" w:rsidP="00D47908">
            <w:pPr>
              <w:spacing w:line="240" w:lineRule="auto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tabs>
                <w:tab w:val="left" w:pos="1545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242" w:rsidRPr="005248F5" w:rsidRDefault="00173242" w:rsidP="00D47908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47908" w:rsidRPr="00066329" w:rsidTr="0078622B">
        <w:trPr>
          <w:trHeight w:val="2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Default="00D47908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5248F5" w:rsidRDefault="00D47908" w:rsidP="00D47908">
            <w:pPr>
              <w:tabs>
                <w:tab w:val="left" w:pos="1545"/>
              </w:tabs>
              <w:spacing w:line="240" w:lineRule="auto"/>
              <w:rPr>
                <w:b/>
                <w:sz w:val="22"/>
                <w:szCs w:val="22"/>
              </w:rPr>
            </w:pPr>
            <w:r w:rsidRPr="005248F5"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5248F5" w:rsidRDefault="00D47908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5248F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984761" w:rsidRDefault="00D47908" w:rsidP="00D47908">
            <w:pPr>
              <w:ind w:left="-108"/>
              <w:rPr>
                <w:b/>
              </w:rPr>
            </w:pPr>
            <w:r>
              <w:rPr>
                <w:b/>
              </w:rPr>
              <w:t xml:space="preserve">  136 366 774,40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984761" w:rsidRDefault="00D47908" w:rsidP="00D47908">
            <w:pPr>
              <w:rPr>
                <w:b/>
              </w:rPr>
            </w:pPr>
            <w:r>
              <w:rPr>
                <w:b/>
              </w:rPr>
              <w:t>39 068 944,80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75234F" w:rsidRDefault="00D47908" w:rsidP="00D47908">
            <w:pPr>
              <w:jc w:val="center"/>
              <w:rPr>
                <w:b/>
              </w:rPr>
            </w:pPr>
            <w:r>
              <w:rPr>
                <w:b/>
              </w:rPr>
              <w:t>56 830 004,8</w:t>
            </w:r>
            <w:r w:rsidRPr="0075234F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75234F" w:rsidRDefault="00D47908" w:rsidP="00D47908">
            <w:pPr>
              <w:jc w:val="center"/>
              <w:rPr>
                <w:b/>
              </w:rPr>
            </w:pPr>
            <w:r>
              <w:rPr>
                <w:b/>
              </w:rPr>
              <w:t>40 467 824,8</w:t>
            </w:r>
            <w:r w:rsidRPr="0075234F">
              <w:rPr>
                <w:b/>
              </w:rPr>
              <w:t>0</w:t>
            </w:r>
          </w:p>
        </w:tc>
      </w:tr>
      <w:tr w:rsidR="00D47908" w:rsidRPr="00066329" w:rsidTr="00377544">
        <w:trPr>
          <w:trHeight w:val="5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Default="00D47908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5248F5" w:rsidRDefault="00D47908" w:rsidP="00D47908">
            <w:pPr>
              <w:tabs>
                <w:tab w:val="left" w:pos="1545"/>
              </w:tabs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5248F5" w:rsidRDefault="00D47908" w:rsidP="00EE6D2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D47908" w:rsidRDefault="00D47908" w:rsidP="00D47908">
            <w:pPr>
              <w:jc w:val="center"/>
            </w:pPr>
            <w:r w:rsidRPr="00D47908">
              <w:t>135 477 424,40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D47908" w:rsidRDefault="00D47908" w:rsidP="00D47908">
            <w:pPr>
              <w:jc w:val="center"/>
            </w:pPr>
            <w:r w:rsidRPr="00D47908">
              <w:t>38 179 594,80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D47908" w:rsidRDefault="00D47908" w:rsidP="00D47908">
            <w:pPr>
              <w:jc w:val="center"/>
            </w:pPr>
            <w:r w:rsidRPr="00D47908">
              <w:t>56 830 004,80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D47908" w:rsidRDefault="00D47908" w:rsidP="00D47908">
            <w:pPr>
              <w:jc w:val="center"/>
            </w:pPr>
            <w:r w:rsidRPr="00D47908">
              <w:t>40 467 824,80</w:t>
            </w:r>
          </w:p>
        </w:tc>
      </w:tr>
      <w:tr w:rsidR="00D47908" w:rsidRPr="00066329" w:rsidTr="00377544">
        <w:trPr>
          <w:trHeight w:val="49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Default="00D47908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5248F5" w:rsidRDefault="00D47908" w:rsidP="00D47908">
            <w:pPr>
              <w:tabs>
                <w:tab w:val="left" w:pos="1545"/>
              </w:tabs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5248F5" w:rsidRDefault="00D47908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0,00</w:t>
            </w:r>
          </w:p>
        </w:tc>
      </w:tr>
      <w:tr w:rsidR="00D47908" w:rsidRPr="00066329" w:rsidTr="00377544">
        <w:trPr>
          <w:trHeight w:val="178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Default="00D47908" w:rsidP="00D479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5248F5" w:rsidRDefault="00D47908" w:rsidP="00D47908">
            <w:pPr>
              <w:tabs>
                <w:tab w:val="left" w:pos="1545"/>
              </w:tabs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908" w:rsidRPr="005248F5" w:rsidRDefault="00D47908" w:rsidP="00D479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szCs w:val="22"/>
              </w:rPr>
            </w:pPr>
            <w:r w:rsidRPr="005248F5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5248F5">
              <w:rPr>
                <w:sz w:val="22"/>
                <w:szCs w:val="22"/>
              </w:rPr>
              <w:t>Ярцевский</w:t>
            </w:r>
            <w:proofErr w:type="spellEnd"/>
            <w:r w:rsidRPr="005248F5">
              <w:rPr>
                <w:sz w:val="22"/>
                <w:szCs w:val="22"/>
              </w:rPr>
              <w:t xml:space="preserve"> муниципальный округ»</w:t>
            </w:r>
            <w:r w:rsidR="00EE6D2B">
              <w:rPr>
                <w:sz w:val="22"/>
                <w:szCs w:val="22"/>
              </w:rPr>
              <w:t xml:space="preserve"> Смоленской области</w:t>
            </w:r>
          </w:p>
          <w:p w:rsidR="00D47908" w:rsidRPr="005248F5" w:rsidRDefault="00D47908" w:rsidP="00D479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889 350,00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889 350,00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</w:p>
          <w:p w:rsidR="00D47908" w:rsidRPr="00D47908" w:rsidRDefault="00D47908" w:rsidP="00D47908">
            <w:pPr>
              <w:jc w:val="center"/>
            </w:pPr>
            <w:r w:rsidRPr="00D47908">
              <w:t>0,00</w:t>
            </w:r>
          </w:p>
        </w:tc>
      </w:tr>
    </w:tbl>
    <w:p w:rsidR="00377544" w:rsidRDefault="00377544" w:rsidP="00FA0C81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  <w:sectPr w:rsidR="00377544" w:rsidSect="00377544">
          <w:headerReference w:type="even" r:id="rId11"/>
          <w:headerReference w:type="default" r:id="rId12"/>
          <w:headerReference w:type="first" r:id="rId13"/>
          <w:pgSz w:w="16840" w:h="11907" w:orient="landscape" w:code="9"/>
          <w:pgMar w:top="1134" w:right="425" w:bottom="567" w:left="425" w:header="567" w:footer="567" w:gutter="0"/>
          <w:cols w:space="720"/>
          <w:titlePg/>
        </w:sectPr>
      </w:pPr>
    </w:p>
    <w:p w:rsidR="00FA0C81" w:rsidRDefault="00FA0C81" w:rsidP="00FA0C81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FA0C81" w:rsidRDefault="00FA0C81" w:rsidP="00FA0C81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FA0C81" w:rsidRDefault="00FA0C81" w:rsidP="00FA0C81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FA0C81" w:rsidRDefault="00FA0C81" w:rsidP="00FA0C81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FA0C81" w:rsidRDefault="00FA0C81" w:rsidP="00FA0C81">
      <w:pPr>
        <w:pStyle w:val="1"/>
        <w:keepNext w:val="0"/>
        <w:autoSpaceDE w:val="0"/>
        <w:autoSpaceDN w:val="0"/>
        <w:adjustRightInd w:val="0"/>
        <w:spacing w:before="200"/>
        <w:rPr>
          <w:bCs/>
        </w:rPr>
      </w:pPr>
    </w:p>
    <w:p w:rsidR="00E53F86" w:rsidRDefault="00E53F86" w:rsidP="00E53F86"/>
    <w:p w:rsidR="00E53F86" w:rsidRDefault="00E53F86" w:rsidP="00E53F86"/>
    <w:p w:rsidR="00E53F86" w:rsidRDefault="00E53F86" w:rsidP="00E53F86"/>
    <w:p w:rsidR="00E53F86" w:rsidRDefault="00E53F86" w:rsidP="00E53F86"/>
    <w:p w:rsidR="00E53F86" w:rsidRDefault="00E53F86" w:rsidP="00E53F86"/>
    <w:p w:rsidR="00E53F86" w:rsidRPr="00E53F86" w:rsidRDefault="00E53F86" w:rsidP="00E53F86"/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911297"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D88" w:rsidRDefault="00103D88">
      <w:r>
        <w:separator/>
      </w:r>
    </w:p>
  </w:endnote>
  <w:endnote w:type="continuationSeparator" w:id="0">
    <w:p w:rsidR="00103D88" w:rsidRDefault="0010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D88" w:rsidRDefault="00103D88">
      <w:r>
        <w:separator/>
      </w:r>
    </w:p>
  </w:footnote>
  <w:footnote w:type="continuationSeparator" w:id="0">
    <w:p w:rsidR="00103D88" w:rsidRDefault="0010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665492"/>
      <w:docPartObj>
        <w:docPartGallery w:val="Page Numbers (Top of Page)"/>
        <w:docPartUnique/>
      </w:docPartObj>
    </w:sdtPr>
    <w:sdtContent>
      <w:p w:rsidR="00D47908" w:rsidRDefault="00AD5963">
        <w:pPr>
          <w:pStyle w:val="a5"/>
        </w:pPr>
        <w:fldSimple w:instr=" PAGE   \* MERGEFORMAT ">
          <w:r w:rsidR="002049B2">
            <w:rPr>
              <w:noProof/>
            </w:rPr>
            <w:t>2</w:t>
          </w:r>
        </w:fldSimple>
      </w:p>
    </w:sdtContent>
  </w:sdt>
  <w:p w:rsidR="00D47908" w:rsidRDefault="00D479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08" w:rsidRDefault="00AD596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479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7908" w:rsidRDefault="00D47908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D47908" w:rsidRDefault="00AD5963">
        <w:pPr>
          <w:pStyle w:val="a5"/>
        </w:pPr>
        <w:fldSimple w:instr="PAGE   \* MERGEFORMAT">
          <w:r w:rsidR="002049B2">
            <w:rPr>
              <w:noProof/>
            </w:rPr>
            <w:t>4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D47908" w:rsidRDefault="00AD5963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D47908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2049B2">
          <w:rPr>
            <w:noProof/>
            <w:color w:val="FFFFFF" w:themeColor="background1"/>
          </w:rPr>
          <w:t>3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C2975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43E7"/>
    <w:rsid w:val="0001668A"/>
    <w:rsid w:val="0001757D"/>
    <w:rsid w:val="000209E8"/>
    <w:rsid w:val="00021CA8"/>
    <w:rsid w:val="00023A87"/>
    <w:rsid w:val="00024AB6"/>
    <w:rsid w:val="00025915"/>
    <w:rsid w:val="000268F3"/>
    <w:rsid w:val="00030F3C"/>
    <w:rsid w:val="00034786"/>
    <w:rsid w:val="000358EE"/>
    <w:rsid w:val="0004335D"/>
    <w:rsid w:val="00044EAF"/>
    <w:rsid w:val="00046996"/>
    <w:rsid w:val="00051177"/>
    <w:rsid w:val="00055E08"/>
    <w:rsid w:val="000564D8"/>
    <w:rsid w:val="00062CD8"/>
    <w:rsid w:val="00063C2C"/>
    <w:rsid w:val="00063DF4"/>
    <w:rsid w:val="00071EFA"/>
    <w:rsid w:val="000728A3"/>
    <w:rsid w:val="00076983"/>
    <w:rsid w:val="00082AEC"/>
    <w:rsid w:val="000836ED"/>
    <w:rsid w:val="0008396B"/>
    <w:rsid w:val="00086604"/>
    <w:rsid w:val="00086E51"/>
    <w:rsid w:val="0008731F"/>
    <w:rsid w:val="000878D8"/>
    <w:rsid w:val="000878E1"/>
    <w:rsid w:val="00093B59"/>
    <w:rsid w:val="000A2F8D"/>
    <w:rsid w:val="000A4BAD"/>
    <w:rsid w:val="000A5D23"/>
    <w:rsid w:val="000B3A1F"/>
    <w:rsid w:val="000B5B04"/>
    <w:rsid w:val="000C01C5"/>
    <w:rsid w:val="000C4483"/>
    <w:rsid w:val="000C5CD6"/>
    <w:rsid w:val="000C702F"/>
    <w:rsid w:val="000C7A3C"/>
    <w:rsid w:val="000D0E04"/>
    <w:rsid w:val="000D0F42"/>
    <w:rsid w:val="000D3E4D"/>
    <w:rsid w:val="000D5DF8"/>
    <w:rsid w:val="000E10BE"/>
    <w:rsid w:val="00102AD5"/>
    <w:rsid w:val="00103D88"/>
    <w:rsid w:val="001069ED"/>
    <w:rsid w:val="001132F6"/>
    <w:rsid w:val="00113DEE"/>
    <w:rsid w:val="0011454D"/>
    <w:rsid w:val="00117F97"/>
    <w:rsid w:val="0012029B"/>
    <w:rsid w:val="00124AE4"/>
    <w:rsid w:val="0012724F"/>
    <w:rsid w:val="001300AF"/>
    <w:rsid w:val="00131F09"/>
    <w:rsid w:val="001351A6"/>
    <w:rsid w:val="00136A95"/>
    <w:rsid w:val="001502E2"/>
    <w:rsid w:val="0015125D"/>
    <w:rsid w:val="001525BC"/>
    <w:rsid w:val="00152BE4"/>
    <w:rsid w:val="00153576"/>
    <w:rsid w:val="001567D9"/>
    <w:rsid w:val="00157AE2"/>
    <w:rsid w:val="001602A3"/>
    <w:rsid w:val="00161F9F"/>
    <w:rsid w:val="00164639"/>
    <w:rsid w:val="001646DA"/>
    <w:rsid w:val="00173242"/>
    <w:rsid w:val="00173C97"/>
    <w:rsid w:val="001743D8"/>
    <w:rsid w:val="00174B57"/>
    <w:rsid w:val="00174BAB"/>
    <w:rsid w:val="00180090"/>
    <w:rsid w:val="001811A2"/>
    <w:rsid w:val="00190F8D"/>
    <w:rsid w:val="0019411F"/>
    <w:rsid w:val="001A329F"/>
    <w:rsid w:val="001B288F"/>
    <w:rsid w:val="001B4F38"/>
    <w:rsid w:val="001C2AA3"/>
    <w:rsid w:val="001D39B2"/>
    <w:rsid w:val="001D61DC"/>
    <w:rsid w:val="001D6F42"/>
    <w:rsid w:val="001E0FA8"/>
    <w:rsid w:val="001E1A75"/>
    <w:rsid w:val="001E51BA"/>
    <w:rsid w:val="001E5F31"/>
    <w:rsid w:val="001F07D1"/>
    <w:rsid w:val="001F2A54"/>
    <w:rsid w:val="001F484A"/>
    <w:rsid w:val="00200293"/>
    <w:rsid w:val="00200BB9"/>
    <w:rsid w:val="00201EA7"/>
    <w:rsid w:val="0020326E"/>
    <w:rsid w:val="002049B2"/>
    <w:rsid w:val="00212FE8"/>
    <w:rsid w:val="00213D5B"/>
    <w:rsid w:val="002218B2"/>
    <w:rsid w:val="0022377D"/>
    <w:rsid w:val="00225AA4"/>
    <w:rsid w:val="00225B03"/>
    <w:rsid w:val="00233000"/>
    <w:rsid w:val="00235121"/>
    <w:rsid w:val="00235193"/>
    <w:rsid w:val="00236ED0"/>
    <w:rsid w:val="0024276D"/>
    <w:rsid w:val="00245D14"/>
    <w:rsid w:val="00250323"/>
    <w:rsid w:val="00250F3E"/>
    <w:rsid w:val="00252226"/>
    <w:rsid w:val="002540A5"/>
    <w:rsid w:val="00256807"/>
    <w:rsid w:val="00262932"/>
    <w:rsid w:val="00264D47"/>
    <w:rsid w:val="00271B58"/>
    <w:rsid w:val="002754E4"/>
    <w:rsid w:val="00275A77"/>
    <w:rsid w:val="0027728E"/>
    <w:rsid w:val="00282C58"/>
    <w:rsid w:val="00287DF6"/>
    <w:rsid w:val="00287F9C"/>
    <w:rsid w:val="00293A3A"/>
    <w:rsid w:val="00295DA3"/>
    <w:rsid w:val="002A0BCD"/>
    <w:rsid w:val="002A213A"/>
    <w:rsid w:val="002A7D24"/>
    <w:rsid w:val="002B1E18"/>
    <w:rsid w:val="002B60D2"/>
    <w:rsid w:val="002B7F86"/>
    <w:rsid w:val="002D5ABA"/>
    <w:rsid w:val="002D79B3"/>
    <w:rsid w:val="002D7A50"/>
    <w:rsid w:val="002E12EB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4F70"/>
    <w:rsid w:val="00316339"/>
    <w:rsid w:val="00321FA2"/>
    <w:rsid w:val="00322D45"/>
    <w:rsid w:val="0032663A"/>
    <w:rsid w:val="00327C31"/>
    <w:rsid w:val="00333DA0"/>
    <w:rsid w:val="003429D9"/>
    <w:rsid w:val="00365C85"/>
    <w:rsid w:val="00366393"/>
    <w:rsid w:val="0037058F"/>
    <w:rsid w:val="003710E9"/>
    <w:rsid w:val="00377544"/>
    <w:rsid w:val="00383783"/>
    <w:rsid w:val="003851BD"/>
    <w:rsid w:val="003858CC"/>
    <w:rsid w:val="003C27FA"/>
    <w:rsid w:val="003D37B6"/>
    <w:rsid w:val="003D5968"/>
    <w:rsid w:val="003D6232"/>
    <w:rsid w:val="003D6423"/>
    <w:rsid w:val="003F55F7"/>
    <w:rsid w:val="003F7D44"/>
    <w:rsid w:val="00402D7F"/>
    <w:rsid w:val="004060DF"/>
    <w:rsid w:val="00410990"/>
    <w:rsid w:val="00411919"/>
    <w:rsid w:val="004132E6"/>
    <w:rsid w:val="004144FC"/>
    <w:rsid w:val="0041540A"/>
    <w:rsid w:val="00415D7E"/>
    <w:rsid w:val="00415E28"/>
    <w:rsid w:val="004238B0"/>
    <w:rsid w:val="00423A3F"/>
    <w:rsid w:val="00441C0F"/>
    <w:rsid w:val="004542ED"/>
    <w:rsid w:val="00454701"/>
    <w:rsid w:val="004613DA"/>
    <w:rsid w:val="0046201D"/>
    <w:rsid w:val="00462FBC"/>
    <w:rsid w:val="00465B83"/>
    <w:rsid w:val="0047056F"/>
    <w:rsid w:val="004715CD"/>
    <w:rsid w:val="0047180A"/>
    <w:rsid w:val="0047434C"/>
    <w:rsid w:val="004748F2"/>
    <w:rsid w:val="00491BC4"/>
    <w:rsid w:val="0049253A"/>
    <w:rsid w:val="0049712F"/>
    <w:rsid w:val="004A2B1E"/>
    <w:rsid w:val="004B27D6"/>
    <w:rsid w:val="004B5A8B"/>
    <w:rsid w:val="004C4182"/>
    <w:rsid w:val="004D0884"/>
    <w:rsid w:val="004D52CD"/>
    <w:rsid w:val="004D71F5"/>
    <w:rsid w:val="004E1BED"/>
    <w:rsid w:val="004E1BF0"/>
    <w:rsid w:val="004E23B9"/>
    <w:rsid w:val="004E60BD"/>
    <w:rsid w:val="004E6ECF"/>
    <w:rsid w:val="004F33F3"/>
    <w:rsid w:val="004F51B2"/>
    <w:rsid w:val="004F5DCF"/>
    <w:rsid w:val="004F7C6C"/>
    <w:rsid w:val="005013B1"/>
    <w:rsid w:val="00501E02"/>
    <w:rsid w:val="00503E99"/>
    <w:rsid w:val="00504D46"/>
    <w:rsid w:val="00507312"/>
    <w:rsid w:val="005074D2"/>
    <w:rsid w:val="00510AB5"/>
    <w:rsid w:val="00514E61"/>
    <w:rsid w:val="005155FE"/>
    <w:rsid w:val="00521403"/>
    <w:rsid w:val="005248F5"/>
    <w:rsid w:val="0052627C"/>
    <w:rsid w:val="0053304A"/>
    <w:rsid w:val="00534352"/>
    <w:rsid w:val="00542C7C"/>
    <w:rsid w:val="00544AED"/>
    <w:rsid w:val="00546844"/>
    <w:rsid w:val="005468B0"/>
    <w:rsid w:val="00547858"/>
    <w:rsid w:val="0055060A"/>
    <w:rsid w:val="00552BDB"/>
    <w:rsid w:val="00553980"/>
    <w:rsid w:val="00557A70"/>
    <w:rsid w:val="00565025"/>
    <w:rsid w:val="00566952"/>
    <w:rsid w:val="00566A67"/>
    <w:rsid w:val="00570473"/>
    <w:rsid w:val="00571597"/>
    <w:rsid w:val="00573A96"/>
    <w:rsid w:val="00575036"/>
    <w:rsid w:val="00576330"/>
    <w:rsid w:val="00585EBA"/>
    <w:rsid w:val="00587DA4"/>
    <w:rsid w:val="0059143D"/>
    <w:rsid w:val="005927D2"/>
    <w:rsid w:val="005A0ACF"/>
    <w:rsid w:val="005A4DB0"/>
    <w:rsid w:val="005A739E"/>
    <w:rsid w:val="005B399B"/>
    <w:rsid w:val="005B50BB"/>
    <w:rsid w:val="005C014F"/>
    <w:rsid w:val="005C2BCB"/>
    <w:rsid w:val="005D2F93"/>
    <w:rsid w:val="005D3D40"/>
    <w:rsid w:val="005D62E8"/>
    <w:rsid w:val="005F0382"/>
    <w:rsid w:val="005F7B64"/>
    <w:rsid w:val="0060349B"/>
    <w:rsid w:val="0060363D"/>
    <w:rsid w:val="00607AF8"/>
    <w:rsid w:val="006231ED"/>
    <w:rsid w:val="00624650"/>
    <w:rsid w:val="006308D6"/>
    <w:rsid w:val="00634C41"/>
    <w:rsid w:val="00640A10"/>
    <w:rsid w:val="0065334C"/>
    <w:rsid w:val="00657826"/>
    <w:rsid w:val="00657E68"/>
    <w:rsid w:val="00661EF8"/>
    <w:rsid w:val="00662F82"/>
    <w:rsid w:val="00667F99"/>
    <w:rsid w:val="006717C1"/>
    <w:rsid w:val="00671BF6"/>
    <w:rsid w:val="0067247C"/>
    <w:rsid w:val="00680DCA"/>
    <w:rsid w:val="0068147B"/>
    <w:rsid w:val="00681EF3"/>
    <w:rsid w:val="00684160"/>
    <w:rsid w:val="0068482B"/>
    <w:rsid w:val="0068729D"/>
    <w:rsid w:val="006911C2"/>
    <w:rsid w:val="006971AC"/>
    <w:rsid w:val="006975D5"/>
    <w:rsid w:val="006A0B1F"/>
    <w:rsid w:val="006A1073"/>
    <w:rsid w:val="006A1406"/>
    <w:rsid w:val="006A2417"/>
    <w:rsid w:val="006A5647"/>
    <w:rsid w:val="006B16EF"/>
    <w:rsid w:val="006C1219"/>
    <w:rsid w:val="006D3292"/>
    <w:rsid w:val="006E1ED9"/>
    <w:rsid w:val="006E528C"/>
    <w:rsid w:val="006F02AC"/>
    <w:rsid w:val="006F3805"/>
    <w:rsid w:val="006F5622"/>
    <w:rsid w:val="006F587D"/>
    <w:rsid w:val="006F6C5D"/>
    <w:rsid w:val="006F7DB9"/>
    <w:rsid w:val="00701FC5"/>
    <w:rsid w:val="00714A49"/>
    <w:rsid w:val="00721DEF"/>
    <w:rsid w:val="00740810"/>
    <w:rsid w:val="00740B44"/>
    <w:rsid w:val="00741AFC"/>
    <w:rsid w:val="00742572"/>
    <w:rsid w:val="00743E6E"/>
    <w:rsid w:val="0075234F"/>
    <w:rsid w:val="007540D8"/>
    <w:rsid w:val="00755CD3"/>
    <w:rsid w:val="0076288E"/>
    <w:rsid w:val="00763DC3"/>
    <w:rsid w:val="00765ED0"/>
    <w:rsid w:val="0077171F"/>
    <w:rsid w:val="0077336D"/>
    <w:rsid w:val="00773454"/>
    <w:rsid w:val="00776E26"/>
    <w:rsid w:val="0078583A"/>
    <w:rsid w:val="0078622B"/>
    <w:rsid w:val="00786F8A"/>
    <w:rsid w:val="007A08F0"/>
    <w:rsid w:val="007A113F"/>
    <w:rsid w:val="007A3805"/>
    <w:rsid w:val="007A3F8A"/>
    <w:rsid w:val="007B52FE"/>
    <w:rsid w:val="007B63CB"/>
    <w:rsid w:val="007C0FC1"/>
    <w:rsid w:val="007D348E"/>
    <w:rsid w:val="007D4786"/>
    <w:rsid w:val="007D4B2C"/>
    <w:rsid w:val="007D63CB"/>
    <w:rsid w:val="007E06C8"/>
    <w:rsid w:val="007E0B82"/>
    <w:rsid w:val="007E575F"/>
    <w:rsid w:val="007F0303"/>
    <w:rsid w:val="008022E8"/>
    <w:rsid w:val="008039E3"/>
    <w:rsid w:val="00806060"/>
    <w:rsid w:val="00806823"/>
    <w:rsid w:val="008071A9"/>
    <w:rsid w:val="008100B9"/>
    <w:rsid w:val="00820DD7"/>
    <w:rsid w:val="00821387"/>
    <w:rsid w:val="00825041"/>
    <w:rsid w:val="008271C9"/>
    <w:rsid w:val="008317D5"/>
    <w:rsid w:val="00835BC5"/>
    <w:rsid w:val="00847350"/>
    <w:rsid w:val="008534FE"/>
    <w:rsid w:val="00853AD9"/>
    <w:rsid w:val="00853D93"/>
    <w:rsid w:val="00870186"/>
    <w:rsid w:val="00877D6E"/>
    <w:rsid w:val="0088141C"/>
    <w:rsid w:val="0088339D"/>
    <w:rsid w:val="008918EF"/>
    <w:rsid w:val="0089271C"/>
    <w:rsid w:val="008974C0"/>
    <w:rsid w:val="008A19F6"/>
    <w:rsid w:val="008A2B54"/>
    <w:rsid w:val="008B51EA"/>
    <w:rsid w:val="008B6E5D"/>
    <w:rsid w:val="008B7BD8"/>
    <w:rsid w:val="008C31E9"/>
    <w:rsid w:val="008C534C"/>
    <w:rsid w:val="008C6E67"/>
    <w:rsid w:val="008C6F6C"/>
    <w:rsid w:val="008D09DF"/>
    <w:rsid w:val="008D1FD3"/>
    <w:rsid w:val="008D4B44"/>
    <w:rsid w:val="008D5818"/>
    <w:rsid w:val="008E02CB"/>
    <w:rsid w:val="008E1222"/>
    <w:rsid w:val="008E2D9A"/>
    <w:rsid w:val="008F21A8"/>
    <w:rsid w:val="009003EA"/>
    <w:rsid w:val="00903BAC"/>
    <w:rsid w:val="009108E2"/>
    <w:rsid w:val="00911297"/>
    <w:rsid w:val="00914E8A"/>
    <w:rsid w:val="0091609F"/>
    <w:rsid w:val="00916608"/>
    <w:rsid w:val="00917280"/>
    <w:rsid w:val="00917629"/>
    <w:rsid w:val="00917844"/>
    <w:rsid w:val="00923927"/>
    <w:rsid w:val="00930FFB"/>
    <w:rsid w:val="00934AC5"/>
    <w:rsid w:val="009359D7"/>
    <w:rsid w:val="00936701"/>
    <w:rsid w:val="0094108F"/>
    <w:rsid w:val="00941F6B"/>
    <w:rsid w:val="00942202"/>
    <w:rsid w:val="00947AF3"/>
    <w:rsid w:val="00951296"/>
    <w:rsid w:val="00952667"/>
    <w:rsid w:val="009557F2"/>
    <w:rsid w:val="009572AA"/>
    <w:rsid w:val="00960C4F"/>
    <w:rsid w:val="00970B83"/>
    <w:rsid w:val="009905ED"/>
    <w:rsid w:val="0099279A"/>
    <w:rsid w:val="009A3DFE"/>
    <w:rsid w:val="009A7870"/>
    <w:rsid w:val="009B6A0A"/>
    <w:rsid w:val="009C2D0D"/>
    <w:rsid w:val="009C3C94"/>
    <w:rsid w:val="009C6667"/>
    <w:rsid w:val="009D172B"/>
    <w:rsid w:val="009D5757"/>
    <w:rsid w:val="009E03B0"/>
    <w:rsid w:val="009E0494"/>
    <w:rsid w:val="009F08C6"/>
    <w:rsid w:val="009F40B2"/>
    <w:rsid w:val="00A06453"/>
    <w:rsid w:val="00A11431"/>
    <w:rsid w:val="00A14577"/>
    <w:rsid w:val="00A20407"/>
    <w:rsid w:val="00A22D33"/>
    <w:rsid w:val="00A24E30"/>
    <w:rsid w:val="00A24F40"/>
    <w:rsid w:val="00A2526F"/>
    <w:rsid w:val="00A3212D"/>
    <w:rsid w:val="00A339D8"/>
    <w:rsid w:val="00A4030C"/>
    <w:rsid w:val="00A43992"/>
    <w:rsid w:val="00A43CE7"/>
    <w:rsid w:val="00A44448"/>
    <w:rsid w:val="00A4579F"/>
    <w:rsid w:val="00A4594D"/>
    <w:rsid w:val="00A466AC"/>
    <w:rsid w:val="00A62664"/>
    <w:rsid w:val="00A6498C"/>
    <w:rsid w:val="00A72087"/>
    <w:rsid w:val="00A7419F"/>
    <w:rsid w:val="00A74920"/>
    <w:rsid w:val="00A8783C"/>
    <w:rsid w:val="00A90043"/>
    <w:rsid w:val="00A91F74"/>
    <w:rsid w:val="00A921F2"/>
    <w:rsid w:val="00A96728"/>
    <w:rsid w:val="00AA159D"/>
    <w:rsid w:val="00AA565A"/>
    <w:rsid w:val="00AB178C"/>
    <w:rsid w:val="00AB3709"/>
    <w:rsid w:val="00AB6C74"/>
    <w:rsid w:val="00AC2C3A"/>
    <w:rsid w:val="00AC5B1D"/>
    <w:rsid w:val="00AC5FB7"/>
    <w:rsid w:val="00AD03F7"/>
    <w:rsid w:val="00AD2D54"/>
    <w:rsid w:val="00AD5963"/>
    <w:rsid w:val="00AD5D3A"/>
    <w:rsid w:val="00AE1262"/>
    <w:rsid w:val="00AE4640"/>
    <w:rsid w:val="00AF1CBE"/>
    <w:rsid w:val="00AF1FD5"/>
    <w:rsid w:val="00AF2B8A"/>
    <w:rsid w:val="00AF438D"/>
    <w:rsid w:val="00AF4927"/>
    <w:rsid w:val="00AF74C6"/>
    <w:rsid w:val="00B0132F"/>
    <w:rsid w:val="00B02DDB"/>
    <w:rsid w:val="00B04AEC"/>
    <w:rsid w:val="00B134A7"/>
    <w:rsid w:val="00B14501"/>
    <w:rsid w:val="00B147FC"/>
    <w:rsid w:val="00B154EF"/>
    <w:rsid w:val="00B20460"/>
    <w:rsid w:val="00B24CFB"/>
    <w:rsid w:val="00B323AE"/>
    <w:rsid w:val="00B32AB6"/>
    <w:rsid w:val="00B32C4C"/>
    <w:rsid w:val="00B42A1E"/>
    <w:rsid w:val="00B4514C"/>
    <w:rsid w:val="00B46F05"/>
    <w:rsid w:val="00B5005B"/>
    <w:rsid w:val="00B5687A"/>
    <w:rsid w:val="00B60034"/>
    <w:rsid w:val="00B601CB"/>
    <w:rsid w:val="00B6330C"/>
    <w:rsid w:val="00B65649"/>
    <w:rsid w:val="00B74E68"/>
    <w:rsid w:val="00B776FC"/>
    <w:rsid w:val="00B90F47"/>
    <w:rsid w:val="00B96428"/>
    <w:rsid w:val="00BA04A0"/>
    <w:rsid w:val="00BA4B33"/>
    <w:rsid w:val="00BB2232"/>
    <w:rsid w:val="00BB47CD"/>
    <w:rsid w:val="00BB5E18"/>
    <w:rsid w:val="00BC12B0"/>
    <w:rsid w:val="00BC328D"/>
    <w:rsid w:val="00BC355E"/>
    <w:rsid w:val="00BC44DE"/>
    <w:rsid w:val="00BC4909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14DF8"/>
    <w:rsid w:val="00C15472"/>
    <w:rsid w:val="00C25161"/>
    <w:rsid w:val="00C3000E"/>
    <w:rsid w:val="00C34083"/>
    <w:rsid w:val="00C35E26"/>
    <w:rsid w:val="00C41FF0"/>
    <w:rsid w:val="00C4250E"/>
    <w:rsid w:val="00C46378"/>
    <w:rsid w:val="00C5519D"/>
    <w:rsid w:val="00C5599A"/>
    <w:rsid w:val="00C7047D"/>
    <w:rsid w:val="00C7550B"/>
    <w:rsid w:val="00C83718"/>
    <w:rsid w:val="00C850E8"/>
    <w:rsid w:val="00C9146A"/>
    <w:rsid w:val="00C92A24"/>
    <w:rsid w:val="00C93176"/>
    <w:rsid w:val="00CA1330"/>
    <w:rsid w:val="00CA6204"/>
    <w:rsid w:val="00CA667D"/>
    <w:rsid w:val="00CA70F0"/>
    <w:rsid w:val="00CB662F"/>
    <w:rsid w:val="00CC0634"/>
    <w:rsid w:val="00CC3CA4"/>
    <w:rsid w:val="00CD058D"/>
    <w:rsid w:val="00CD3A9C"/>
    <w:rsid w:val="00CD4623"/>
    <w:rsid w:val="00CD4CA8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1631"/>
    <w:rsid w:val="00D153B2"/>
    <w:rsid w:val="00D27AB8"/>
    <w:rsid w:val="00D31F8B"/>
    <w:rsid w:val="00D36EDE"/>
    <w:rsid w:val="00D42938"/>
    <w:rsid w:val="00D43E35"/>
    <w:rsid w:val="00D47908"/>
    <w:rsid w:val="00D512BF"/>
    <w:rsid w:val="00D564BA"/>
    <w:rsid w:val="00D631BD"/>
    <w:rsid w:val="00D641B8"/>
    <w:rsid w:val="00D7108E"/>
    <w:rsid w:val="00D767AA"/>
    <w:rsid w:val="00D85A7E"/>
    <w:rsid w:val="00D86ADD"/>
    <w:rsid w:val="00D923F9"/>
    <w:rsid w:val="00D93498"/>
    <w:rsid w:val="00DB3870"/>
    <w:rsid w:val="00DB5A2F"/>
    <w:rsid w:val="00DC049D"/>
    <w:rsid w:val="00DC2FD8"/>
    <w:rsid w:val="00DC47D0"/>
    <w:rsid w:val="00DC49D5"/>
    <w:rsid w:val="00DD2B2E"/>
    <w:rsid w:val="00DD5415"/>
    <w:rsid w:val="00DD657A"/>
    <w:rsid w:val="00DE354C"/>
    <w:rsid w:val="00DE43F3"/>
    <w:rsid w:val="00DE4EE3"/>
    <w:rsid w:val="00DE53F8"/>
    <w:rsid w:val="00DE6D26"/>
    <w:rsid w:val="00DF55D0"/>
    <w:rsid w:val="00DF7F5B"/>
    <w:rsid w:val="00E021E2"/>
    <w:rsid w:val="00E03527"/>
    <w:rsid w:val="00E16D8B"/>
    <w:rsid w:val="00E20039"/>
    <w:rsid w:val="00E20816"/>
    <w:rsid w:val="00E2309A"/>
    <w:rsid w:val="00E26668"/>
    <w:rsid w:val="00E422D7"/>
    <w:rsid w:val="00E4445B"/>
    <w:rsid w:val="00E44ECC"/>
    <w:rsid w:val="00E504DD"/>
    <w:rsid w:val="00E53F86"/>
    <w:rsid w:val="00E55CAC"/>
    <w:rsid w:val="00E600E1"/>
    <w:rsid w:val="00E603D7"/>
    <w:rsid w:val="00E60574"/>
    <w:rsid w:val="00E620C8"/>
    <w:rsid w:val="00E62C2F"/>
    <w:rsid w:val="00E640CC"/>
    <w:rsid w:val="00E72F49"/>
    <w:rsid w:val="00E77274"/>
    <w:rsid w:val="00E82C7B"/>
    <w:rsid w:val="00E83B63"/>
    <w:rsid w:val="00E8483F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9"/>
    <w:rsid w:val="00EC664A"/>
    <w:rsid w:val="00EC7050"/>
    <w:rsid w:val="00ED25E7"/>
    <w:rsid w:val="00ED7751"/>
    <w:rsid w:val="00EE0B49"/>
    <w:rsid w:val="00EE23AD"/>
    <w:rsid w:val="00EE375B"/>
    <w:rsid w:val="00EE37C7"/>
    <w:rsid w:val="00EE6D2B"/>
    <w:rsid w:val="00EE741E"/>
    <w:rsid w:val="00EF05A1"/>
    <w:rsid w:val="00EF073F"/>
    <w:rsid w:val="00EF406D"/>
    <w:rsid w:val="00F01364"/>
    <w:rsid w:val="00F107F0"/>
    <w:rsid w:val="00F11CC3"/>
    <w:rsid w:val="00F14D27"/>
    <w:rsid w:val="00F27682"/>
    <w:rsid w:val="00F367BA"/>
    <w:rsid w:val="00F46284"/>
    <w:rsid w:val="00F469B6"/>
    <w:rsid w:val="00F50088"/>
    <w:rsid w:val="00F50B59"/>
    <w:rsid w:val="00F51207"/>
    <w:rsid w:val="00F5409D"/>
    <w:rsid w:val="00F56B0D"/>
    <w:rsid w:val="00F60E7E"/>
    <w:rsid w:val="00F619A4"/>
    <w:rsid w:val="00F61F58"/>
    <w:rsid w:val="00F70167"/>
    <w:rsid w:val="00F720E2"/>
    <w:rsid w:val="00F74437"/>
    <w:rsid w:val="00F85870"/>
    <w:rsid w:val="00F86AF8"/>
    <w:rsid w:val="00F9258F"/>
    <w:rsid w:val="00FA0C81"/>
    <w:rsid w:val="00FA110D"/>
    <w:rsid w:val="00FA23E8"/>
    <w:rsid w:val="00FA70A6"/>
    <w:rsid w:val="00FA7D11"/>
    <w:rsid w:val="00FB5C07"/>
    <w:rsid w:val="00FE34E1"/>
    <w:rsid w:val="00FE4BEA"/>
    <w:rsid w:val="00FF0265"/>
    <w:rsid w:val="00FF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9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link w:val="a7"/>
    <w:uiPriority w:val="99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8">
    <w:name w:val="page number"/>
    <w:basedOn w:val="a0"/>
    <w:uiPriority w:val="99"/>
    <w:rsid w:val="00CA667D"/>
  </w:style>
  <w:style w:type="paragraph" w:styleId="a9">
    <w:name w:val="footer"/>
    <w:basedOn w:val="a"/>
    <w:link w:val="aa"/>
    <w:uiPriority w:val="99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b">
    <w:name w:val="Balloon Text"/>
    <w:basedOn w:val="a"/>
    <w:link w:val="ac"/>
    <w:uiPriority w:val="99"/>
    <w:semiHidden/>
    <w:rsid w:val="00CA667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semiHidden/>
    <w:rsid w:val="00117F97"/>
  </w:style>
  <w:style w:type="character" w:styleId="af">
    <w:name w:val="endnote reference"/>
    <w:semiHidden/>
    <w:rsid w:val="00117F97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2"/>
    <w:uiPriority w:val="99"/>
    <w:semiHidden/>
    <w:unhideWhenUsed/>
    <w:rsid w:val="006975D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d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f1">
    <w:name w:val="List"/>
    <w:basedOn w:val="a"/>
    <w:unhideWhenUsed/>
    <w:qFormat/>
    <w:rsid w:val="00D93498"/>
    <w:pPr>
      <w:widowControl w:val="0"/>
      <w:spacing w:line="240" w:lineRule="auto"/>
      <w:ind w:left="283" w:hanging="283"/>
    </w:pPr>
  </w:style>
  <w:style w:type="paragraph" w:styleId="af2">
    <w:name w:val="Subtitle"/>
    <w:basedOn w:val="a"/>
    <w:link w:val="af3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3">
    <w:name w:val="Подзаголовок Знак"/>
    <w:basedOn w:val="a0"/>
    <w:link w:val="af2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1F484A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F484A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1F484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F484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F484A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F484A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F484A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">
    <w:name w:val="Основной текст3"/>
    <w:basedOn w:val="a"/>
    <w:rsid w:val="001F484A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1F484A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F484A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20">
    <w:name w:val="Заголовок 2 Знак"/>
    <w:basedOn w:val="a0"/>
    <w:link w:val="2"/>
    <w:uiPriority w:val="9"/>
    <w:rsid w:val="0068482B"/>
    <w:rPr>
      <w:i/>
      <w:iCs/>
      <w:spacing w:val="20"/>
    </w:rPr>
  </w:style>
  <w:style w:type="character" w:customStyle="1" w:styleId="aa">
    <w:name w:val="Нижний колонтитул Знак"/>
    <w:basedOn w:val="a0"/>
    <w:link w:val="a9"/>
    <w:uiPriority w:val="99"/>
    <w:rsid w:val="0068482B"/>
    <w:rPr>
      <w:sz w:val="24"/>
    </w:rPr>
  </w:style>
  <w:style w:type="character" w:customStyle="1" w:styleId="ac">
    <w:name w:val="Текст выноски Знак"/>
    <w:basedOn w:val="a0"/>
    <w:link w:val="ab"/>
    <w:uiPriority w:val="99"/>
    <w:semiHidden/>
    <w:rsid w:val="006848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8482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1">
    <w:name w:val="s_1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482B"/>
    <w:rPr>
      <w:i/>
      <w:sz w:val="28"/>
    </w:rPr>
  </w:style>
  <w:style w:type="character" w:customStyle="1" w:styleId="af4">
    <w:name w:val="Гипертекстовая ссылка"/>
    <w:basedOn w:val="a0"/>
    <w:uiPriority w:val="99"/>
    <w:rsid w:val="0068482B"/>
    <w:rPr>
      <w:color w:val="106BBE"/>
    </w:rPr>
  </w:style>
  <w:style w:type="character" w:customStyle="1" w:styleId="af5">
    <w:name w:val="Цветовое выделение"/>
    <w:uiPriority w:val="99"/>
    <w:rsid w:val="0068482B"/>
    <w:rPr>
      <w:b/>
      <w:bCs/>
      <w:color w:val="26282F"/>
    </w:rPr>
  </w:style>
  <w:style w:type="paragraph" w:styleId="af6">
    <w:name w:val="footnote text"/>
    <w:basedOn w:val="a"/>
    <w:link w:val="af7"/>
    <w:unhideWhenUsed/>
    <w:rsid w:val="0068482B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сноски Знак"/>
    <w:basedOn w:val="a0"/>
    <w:link w:val="af6"/>
    <w:rsid w:val="00684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unhideWhenUsed/>
    <w:rsid w:val="0068482B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68482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8482B"/>
    <w:pPr>
      <w:spacing w:after="3" w:line="259" w:lineRule="auto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68482B"/>
    <w:rPr>
      <w:color w:val="000000"/>
      <w:sz w:val="18"/>
      <w:szCs w:val="22"/>
    </w:rPr>
  </w:style>
  <w:style w:type="character" w:customStyle="1" w:styleId="footnotemark">
    <w:name w:val="footnote mark"/>
    <w:hidden/>
    <w:rsid w:val="0068482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68482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8482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68482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68482B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a">
    <w:name w:val="No Spacing"/>
    <w:link w:val="afb"/>
    <w:qFormat/>
    <w:rsid w:val="0068482B"/>
    <w:rPr>
      <w:rFonts w:ascii="Calibri" w:eastAsia="Calibri" w:hAnsi="Calibri"/>
      <w:sz w:val="22"/>
      <w:szCs w:val="22"/>
      <w:lang w:eastAsia="en-US"/>
    </w:rPr>
  </w:style>
  <w:style w:type="character" w:styleId="afc">
    <w:name w:val="Strong"/>
    <w:uiPriority w:val="22"/>
    <w:qFormat/>
    <w:rsid w:val="0068482B"/>
    <w:rPr>
      <w:b/>
      <w:bCs/>
    </w:rPr>
  </w:style>
  <w:style w:type="character" w:customStyle="1" w:styleId="afb">
    <w:name w:val="Без интервала Знак"/>
    <w:link w:val="afa"/>
    <w:rsid w:val="0068482B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rsid w:val="0068482B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482B"/>
    <w:rPr>
      <w:sz w:val="16"/>
      <w:szCs w:val="16"/>
    </w:rPr>
  </w:style>
  <w:style w:type="character" w:customStyle="1" w:styleId="FontStyle14">
    <w:name w:val="Font Style14"/>
    <w:uiPriority w:val="99"/>
    <w:rsid w:val="0068482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482B"/>
  </w:style>
  <w:style w:type="character" w:customStyle="1" w:styleId="FontStyle19">
    <w:name w:val="Font Style19"/>
    <w:uiPriority w:val="99"/>
    <w:rsid w:val="0068482B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68482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68482B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68482B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6848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8482B"/>
  </w:style>
  <w:style w:type="character" w:customStyle="1" w:styleId="a7">
    <w:name w:val="Основной текст Знак"/>
    <w:basedOn w:val="a0"/>
    <w:link w:val="a6"/>
    <w:uiPriority w:val="99"/>
    <w:rsid w:val="0068482B"/>
    <w:rPr>
      <w:sz w:val="28"/>
    </w:rPr>
  </w:style>
  <w:style w:type="paragraph" w:styleId="afd">
    <w:name w:val="Normal (Web)"/>
    <w:basedOn w:val="a"/>
    <w:uiPriority w:val="99"/>
    <w:rsid w:val="0068482B"/>
    <w:pPr>
      <w:suppressAutoHyphens/>
      <w:spacing w:after="150" w:line="240" w:lineRule="auto"/>
    </w:pPr>
    <w:rPr>
      <w:rFonts w:ascii="Verdana" w:hAnsi="Verdana"/>
      <w:color w:val="000000"/>
      <w:sz w:val="17"/>
      <w:szCs w:val="17"/>
      <w:lang w:eastAsia="ar-SA"/>
    </w:rPr>
  </w:style>
  <w:style w:type="paragraph" w:styleId="afe">
    <w:name w:val="Body Text Indent"/>
    <w:basedOn w:val="a"/>
    <w:link w:val="aff"/>
    <w:unhideWhenUsed/>
    <w:rsid w:val="0068482B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с отступом Знак"/>
    <w:basedOn w:val="a0"/>
    <w:link w:val="afe"/>
    <w:rsid w:val="0068482B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1c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f0">
    <w:name w:val="Основной текст_"/>
    <w:link w:val="5"/>
    <w:rsid w:val="0068482B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f0"/>
    <w:rsid w:val="0068482B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1">
    <w:name w:val="Emphasis"/>
    <w:basedOn w:val="a0"/>
    <w:qFormat/>
    <w:rsid w:val="0068482B"/>
    <w:rPr>
      <w:i/>
      <w:iCs/>
    </w:rPr>
  </w:style>
  <w:style w:type="paragraph" w:customStyle="1" w:styleId="aff2">
    <w:name w:val="a"/>
    <w:basedOn w:val="a"/>
    <w:rsid w:val="0068482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28">
    <w:name w:val="Font Style28"/>
    <w:rsid w:val="0068482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7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8347">
                  <w:marLeft w:val="0"/>
                  <w:marRight w:val="3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193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1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09284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6775">
                              <w:marLeft w:val="0"/>
                              <w:marRight w:val="442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89887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1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6614">
                  <w:marLeft w:val="0"/>
                  <w:marRight w:val="35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84395">
                  <w:marLeft w:val="0"/>
                  <w:marRight w:val="0"/>
                  <w:marTop w:val="4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7235">
                          <w:marLeft w:val="0"/>
                          <w:marRight w:val="3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89943">
                              <w:marLeft w:val="0"/>
                              <w:marRight w:val="461"/>
                              <w:marTop w:val="0"/>
                              <w:marBottom w:val="2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083545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5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1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0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7608-0FFD-43BC-89C6-7AD78856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1642</TotalTime>
  <Pages>17</Pages>
  <Words>3408</Words>
  <Characters>19432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>Департамент финансов Смоленской области</Company>
  <LinksUpToDate>false</LinksUpToDate>
  <CharactersWithSpaces>22795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195</cp:revision>
  <cp:lastPrinted>2025-12-23T13:39:00Z</cp:lastPrinted>
  <dcterms:created xsi:type="dcterms:W3CDTF">2021-10-28T10:08:00Z</dcterms:created>
  <dcterms:modified xsi:type="dcterms:W3CDTF">2026-01-13T06:10:00Z</dcterms:modified>
</cp:coreProperties>
</file>